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5C293" w14:textId="045EC5A1" w:rsidR="0020315E" w:rsidRPr="007728F1" w:rsidRDefault="0020315E" w:rsidP="0020315E">
      <w:pPr>
        <w:pStyle w:val="PIDachzeile"/>
        <w:rPr>
          <w:i w:val="0"/>
          <w:iCs w:val="0"/>
          <w:szCs w:val="22"/>
        </w:rPr>
      </w:pPr>
      <w:r w:rsidRPr="00F3068F">
        <w:rPr>
          <w:i w:val="0"/>
          <w:iCs w:val="0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A66CD" wp14:editId="419EBC8F">
                <wp:simplePos x="0" y="0"/>
                <wp:positionH relativeFrom="column">
                  <wp:posOffset>3642995</wp:posOffset>
                </wp:positionH>
                <wp:positionV relativeFrom="paragraph">
                  <wp:posOffset>-1823</wp:posOffset>
                </wp:positionV>
                <wp:extent cx="2633980" cy="40005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400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20315E" w14:paraId="251437A5" w14:textId="7777777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17C614AF" w14:textId="77777777" w:rsidR="0020315E" w:rsidRDefault="0020315E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  <w:tr w:rsidR="0020315E" w14:paraId="2CF69DC9" w14:textId="77777777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13A78604" w14:textId="77777777" w:rsidR="0020315E" w:rsidRDefault="0020315E">
                                  <w:pPr>
                                    <w:pStyle w:val="PIKontak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Presse- und Öffentlichkeitsarbeit</w:t>
                                  </w:r>
                                </w:p>
                                <w:p w14:paraId="1CCD0F76" w14:textId="77777777" w:rsidR="0020315E" w:rsidRPr="00166725" w:rsidRDefault="0020315E" w:rsidP="00374B1B">
                                  <w:pPr>
                                    <w:pStyle w:val="PIKontakt"/>
                                  </w:pPr>
                                  <w:r>
                                    <w:t>Birgit Hagelschuer</w:t>
                                  </w:r>
                                  <w:r>
                                    <w:br/>
                                    <w:t>Phone</w:t>
                                  </w:r>
                                  <w:r w:rsidRPr="00166725">
                                    <w:t xml:space="preserve"> </w:t>
                                  </w:r>
                                  <w:r>
                                    <w:t>+49 (0)</w:t>
                                  </w:r>
                                  <w:r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 xml:space="preserve">2173 </w:t>
                                  </w:r>
                                  <w:r w:rsidRPr="00166725"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>3964-180</w:t>
                                  </w:r>
                                  <w:r w:rsidRPr="00166725">
                                    <w:br/>
                                    <w:t xml:space="preserve">Fax </w:t>
                                  </w:r>
                                  <w:r>
                                    <w:t>+49 (0)</w:t>
                                  </w:r>
                                  <w:r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 xml:space="preserve">2173 </w:t>
                                  </w:r>
                                  <w:r w:rsidRPr="00166725"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>3964-613</w:t>
                                  </w:r>
                                  <w:r w:rsidRPr="00166725">
                                    <w:br/>
                                  </w:r>
                                  <w:r>
                                    <w:t>E-</w:t>
                                  </w:r>
                                  <w:r w:rsidRPr="00166725">
                                    <w:t>Mail: hagelschuer.b@eplan.de</w:t>
                                  </w:r>
                                </w:p>
                                <w:p w14:paraId="01D6EAB4" w14:textId="77777777" w:rsidR="0020315E" w:rsidRDefault="0020315E" w:rsidP="001A2749">
                                  <w:pPr>
                                    <w:pStyle w:val="PIKontakt"/>
                                  </w:pPr>
                                  <w:r w:rsidRPr="00A06CCF">
                                    <w:rPr>
                                      <w:szCs w:val="18"/>
                                      <w:lang w:val="en-US"/>
                                    </w:rPr>
                                    <w:t xml:space="preserve">EPLAN Software &amp; Service GmbH &amp; Co. </w:t>
                                  </w:r>
                                  <w:r>
                                    <w:rPr>
                                      <w:szCs w:val="18"/>
                                    </w:rPr>
                                    <w:t>KG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  <w:t>An der alten Ziegelei 2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  <w:t>40789 Monheim am Rhein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</w:r>
                                  <w:hyperlink r:id="rId11" w:history="1">
                                    <w:r w:rsidRPr="004D1F39">
                                      <w:rPr>
                                        <w:rStyle w:val="Hyperlink"/>
                                      </w:rPr>
                                      <w:t>www.eplan.de</w:t>
                                    </w:r>
                                  </w:hyperlink>
                                </w:p>
                              </w:tc>
                            </w:tr>
                            <w:tr w:rsidR="0020315E" w14:paraId="5989871C" w14:textId="77777777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0C0FE9D0" w14:textId="77777777" w:rsidR="0020315E" w:rsidRDefault="0020315E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</w:tbl>
                          <w:p w14:paraId="0C112001" w14:textId="77777777" w:rsidR="0020315E" w:rsidRDefault="0020315E" w:rsidP="002031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8A66C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86.85pt;margin-top:-.15pt;width:207.4pt;height:3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pHGhAIAABA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20315E" w14:paraId="251437A5" w14:textId="7777777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17C614AF" w14:textId="77777777" w:rsidR="0020315E" w:rsidRDefault="0020315E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  <w:tr w:rsidR="0020315E" w14:paraId="2CF69DC9" w14:textId="77777777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13A78604" w14:textId="77777777" w:rsidR="0020315E" w:rsidRDefault="0020315E">
                            <w:pPr>
                              <w:pStyle w:val="PIKontak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Presse- und Öffentlichkeitsarbeit</w:t>
                            </w:r>
                          </w:p>
                          <w:p w14:paraId="1CCD0F76" w14:textId="77777777" w:rsidR="0020315E" w:rsidRPr="00166725" w:rsidRDefault="0020315E" w:rsidP="00374B1B">
                            <w:pPr>
                              <w:pStyle w:val="PIKontakt"/>
                            </w:pPr>
                            <w:r>
                              <w:t>Birgit Hagelschuer</w:t>
                            </w:r>
                            <w:r>
                              <w:br/>
                              <w:t>Phone</w:t>
                            </w:r>
                            <w:r w:rsidRPr="00166725">
                              <w:t xml:space="preserve"> </w:t>
                            </w:r>
                            <w:r>
                              <w:t>+49 (0)</w:t>
                            </w:r>
                            <w:r>
                              <w:rPr>
                                <w:bCs/>
                                <w:color w:val="000000"/>
                                <w:szCs w:val="18"/>
                              </w:rPr>
                              <w:t xml:space="preserve">2173 </w:t>
                            </w:r>
                            <w:r w:rsidRPr="00166725">
                              <w:rPr>
                                <w:bCs/>
                                <w:color w:val="000000"/>
                                <w:szCs w:val="18"/>
                              </w:rPr>
                              <w:t>3964-180</w:t>
                            </w:r>
                            <w:r w:rsidRPr="00166725">
                              <w:br/>
                              <w:t xml:space="preserve">Fax </w:t>
                            </w:r>
                            <w:r>
                              <w:t>+49 (0)</w:t>
                            </w:r>
                            <w:r>
                              <w:rPr>
                                <w:bCs/>
                                <w:color w:val="000000"/>
                                <w:szCs w:val="18"/>
                              </w:rPr>
                              <w:t xml:space="preserve">2173 </w:t>
                            </w:r>
                            <w:r w:rsidRPr="00166725">
                              <w:rPr>
                                <w:bCs/>
                                <w:color w:val="000000"/>
                                <w:szCs w:val="18"/>
                              </w:rPr>
                              <w:t>3964-613</w:t>
                            </w:r>
                            <w:r w:rsidRPr="00166725">
                              <w:br/>
                            </w:r>
                            <w:r>
                              <w:t>E-</w:t>
                            </w:r>
                            <w:r w:rsidRPr="00166725">
                              <w:t>Mail: hagelschuer.b@eplan.de</w:t>
                            </w:r>
                          </w:p>
                          <w:p w14:paraId="01D6EAB4" w14:textId="77777777" w:rsidR="0020315E" w:rsidRDefault="0020315E" w:rsidP="001A2749">
                            <w:pPr>
                              <w:pStyle w:val="PIKontakt"/>
                            </w:pPr>
                            <w:r w:rsidRPr="00A06CCF">
                              <w:rPr>
                                <w:szCs w:val="18"/>
                                <w:lang w:val="en-US"/>
                              </w:rPr>
                              <w:t xml:space="preserve">EPLAN Software &amp; Service GmbH &amp; Co. </w:t>
                            </w:r>
                            <w:r>
                              <w:rPr>
                                <w:szCs w:val="18"/>
                              </w:rPr>
                              <w:t>KG</w:t>
                            </w:r>
                            <w:r>
                              <w:rPr>
                                <w:szCs w:val="18"/>
                              </w:rPr>
                              <w:br/>
                              <w:t>An der alten Ziegelei 2</w:t>
                            </w:r>
                            <w:r>
                              <w:rPr>
                                <w:szCs w:val="18"/>
                              </w:rPr>
                              <w:br/>
                              <w:t>40789 Monheim am Rhein</w:t>
                            </w:r>
                            <w:r>
                              <w:rPr>
                                <w:szCs w:val="18"/>
                              </w:rPr>
                              <w:br/>
                            </w:r>
                            <w:hyperlink r:id="rId12" w:history="1">
                              <w:r w:rsidRPr="004D1F39">
                                <w:rPr>
                                  <w:rStyle w:val="Hyperlink"/>
                                </w:rPr>
                                <w:t>www.eplan.de</w:t>
                              </w:r>
                            </w:hyperlink>
                          </w:p>
                        </w:tc>
                      </w:tr>
                      <w:tr w:rsidR="0020315E" w14:paraId="5989871C" w14:textId="77777777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0C0FE9D0" w14:textId="77777777" w:rsidR="0020315E" w:rsidRDefault="0020315E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</w:tbl>
                    <w:p w14:paraId="0C112001" w14:textId="77777777" w:rsidR="0020315E" w:rsidRDefault="0020315E" w:rsidP="0020315E"/>
                  </w:txbxContent>
                </v:textbox>
              </v:shape>
            </w:pict>
          </mc:Fallback>
        </mc:AlternateContent>
      </w:r>
      <w:r w:rsidR="00FA3531">
        <w:rPr>
          <w:i w:val="0"/>
          <w:iCs w:val="0"/>
          <w:szCs w:val="22"/>
        </w:rPr>
        <w:t>28.-29. April 2021</w:t>
      </w:r>
      <w:r w:rsidR="008E3DA2">
        <w:rPr>
          <w:i w:val="0"/>
          <w:iCs w:val="0"/>
          <w:szCs w:val="22"/>
        </w:rPr>
        <w:t xml:space="preserve"> / jeweils </w:t>
      </w:r>
      <w:r w:rsidR="0086717A">
        <w:rPr>
          <w:i w:val="0"/>
          <w:iCs w:val="0"/>
          <w:szCs w:val="22"/>
        </w:rPr>
        <w:t>6.00 bis 22.00 Uhr</w:t>
      </w:r>
    </w:p>
    <w:p w14:paraId="12A631A9" w14:textId="77777777" w:rsidR="0020315E" w:rsidRPr="00FA3531" w:rsidRDefault="00FA3531" w:rsidP="0020315E">
      <w:pPr>
        <w:pStyle w:val="PIDachzeile"/>
        <w:ind w:right="3493"/>
        <w:rPr>
          <w:b/>
          <w:bCs/>
          <w:i w:val="0"/>
          <w:sz w:val="28"/>
          <w:szCs w:val="28"/>
          <w:u w:val="none"/>
        </w:rPr>
      </w:pPr>
      <w:r w:rsidRPr="00FA3531">
        <w:rPr>
          <w:b/>
          <w:bCs/>
          <w:i w:val="0"/>
          <w:noProof/>
          <w:sz w:val="28"/>
          <w:szCs w:val="28"/>
          <w:u w:val="none"/>
        </w:rPr>
        <w:t>Volle zwei Tage</w:t>
      </w:r>
      <w:r w:rsidR="009A5321" w:rsidRPr="00FA3531">
        <w:rPr>
          <w:b/>
          <w:bCs/>
          <w:i w:val="0"/>
          <w:noProof/>
          <w:sz w:val="28"/>
          <w:szCs w:val="28"/>
          <w:u w:val="none"/>
        </w:rPr>
        <w:t>: Die Eplan Virtual Fair</w:t>
      </w:r>
      <w:r w:rsidR="0020315E" w:rsidRPr="00FA3531">
        <w:rPr>
          <w:b/>
          <w:bCs/>
          <w:i w:val="0"/>
          <w:noProof/>
          <w:sz w:val="28"/>
          <w:szCs w:val="28"/>
          <w:u w:val="none"/>
        </w:rPr>
        <w:t xml:space="preserve"> </w:t>
      </w:r>
    </w:p>
    <w:p w14:paraId="0CCBD2F9" w14:textId="54511064" w:rsidR="00FA3531" w:rsidRPr="00FA3531" w:rsidRDefault="00247370" w:rsidP="0020315E">
      <w:pPr>
        <w:spacing w:after="240" w:line="312" w:lineRule="auto"/>
        <w:ind w:right="349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Zum sechsten Mal öffnet d</w:t>
      </w:r>
      <w:r w:rsidR="00FA3531" w:rsidRPr="00FA3531">
        <w:rPr>
          <w:rFonts w:ascii="Arial" w:hAnsi="Arial" w:cs="Arial"/>
          <w:b/>
          <w:sz w:val="22"/>
          <w:szCs w:val="22"/>
        </w:rPr>
        <w:t xml:space="preserve">ie </w:t>
      </w:r>
      <w:proofErr w:type="spellStart"/>
      <w:r w:rsidR="00FA3531" w:rsidRPr="00FA3531">
        <w:rPr>
          <w:rFonts w:ascii="Arial" w:hAnsi="Arial" w:cs="Arial"/>
          <w:b/>
          <w:sz w:val="22"/>
          <w:szCs w:val="22"/>
        </w:rPr>
        <w:t>Eplan</w:t>
      </w:r>
      <w:proofErr w:type="spellEnd"/>
      <w:r w:rsidR="00FA3531" w:rsidRPr="00FA3531">
        <w:rPr>
          <w:rFonts w:ascii="Arial" w:hAnsi="Arial" w:cs="Arial"/>
          <w:b/>
          <w:sz w:val="22"/>
          <w:szCs w:val="22"/>
        </w:rPr>
        <w:t xml:space="preserve"> Virtual Fair </w:t>
      </w:r>
      <w:r w:rsidR="004B1187">
        <w:rPr>
          <w:rFonts w:ascii="Arial" w:hAnsi="Arial" w:cs="Arial"/>
          <w:b/>
          <w:sz w:val="22"/>
          <w:szCs w:val="22"/>
        </w:rPr>
        <w:t>ihre digitalen Pforten – erstmals</w:t>
      </w:r>
      <w:r w:rsidR="00FA3531" w:rsidRPr="00FA3531">
        <w:rPr>
          <w:rFonts w:ascii="Arial" w:hAnsi="Arial" w:cs="Arial"/>
          <w:b/>
          <w:sz w:val="22"/>
          <w:szCs w:val="22"/>
        </w:rPr>
        <w:t xml:space="preserve"> zwei Tage</w:t>
      </w:r>
      <w:r w:rsidR="004B1187">
        <w:rPr>
          <w:rFonts w:ascii="Arial" w:hAnsi="Arial" w:cs="Arial"/>
          <w:b/>
          <w:sz w:val="22"/>
          <w:szCs w:val="22"/>
        </w:rPr>
        <w:t xml:space="preserve"> in Folge.</w:t>
      </w:r>
      <w:r w:rsidR="00FA3531" w:rsidRPr="00FA3531">
        <w:rPr>
          <w:rFonts w:ascii="Arial" w:hAnsi="Arial" w:cs="Arial"/>
          <w:b/>
          <w:sz w:val="22"/>
          <w:szCs w:val="22"/>
        </w:rPr>
        <w:t xml:space="preserve"> Besucher </w:t>
      </w:r>
      <w:r w:rsidR="00FA3531">
        <w:rPr>
          <w:rFonts w:ascii="Arial" w:hAnsi="Arial" w:cs="Arial"/>
          <w:b/>
          <w:sz w:val="22"/>
          <w:szCs w:val="22"/>
        </w:rPr>
        <w:t>erwartet ein</w:t>
      </w:r>
      <w:r w:rsidR="00FA3531" w:rsidRPr="00FA3531">
        <w:rPr>
          <w:rFonts w:ascii="Arial" w:hAnsi="Arial" w:cs="Arial"/>
          <w:b/>
          <w:sz w:val="22"/>
          <w:szCs w:val="22"/>
        </w:rPr>
        <w:t xml:space="preserve"> </w:t>
      </w:r>
      <w:r w:rsidR="007830B8">
        <w:rPr>
          <w:rFonts w:ascii="Arial" w:hAnsi="Arial" w:cs="Arial"/>
          <w:b/>
          <w:sz w:val="22"/>
          <w:szCs w:val="22"/>
        </w:rPr>
        <w:t>vielfältiges</w:t>
      </w:r>
      <w:r w:rsidR="007830B8" w:rsidRPr="00FA3531">
        <w:rPr>
          <w:rFonts w:ascii="Arial" w:hAnsi="Arial" w:cs="Arial"/>
          <w:b/>
          <w:sz w:val="22"/>
          <w:szCs w:val="22"/>
        </w:rPr>
        <w:t xml:space="preserve"> </w:t>
      </w:r>
      <w:r w:rsidR="00FA3531" w:rsidRPr="00FA3531">
        <w:rPr>
          <w:rFonts w:ascii="Arial" w:hAnsi="Arial" w:cs="Arial"/>
          <w:b/>
          <w:sz w:val="22"/>
          <w:szCs w:val="22"/>
        </w:rPr>
        <w:t xml:space="preserve">Themenspektrum </w:t>
      </w:r>
      <w:r w:rsidR="00FA3531" w:rsidRPr="000458FA">
        <w:rPr>
          <w:rFonts w:ascii="Arial" w:hAnsi="Arial" w:cs="Arial"/>
          <w:b/>
          <w:sz w:val="22"/>
          <w:szCs w:val="22"/>
        </w:rPr>
        <w:t>rund um professionelles Engineering</w:t>
      </w:r>
      <w:r w:rsidR="004B1187">
        <w:rPr>
          <w:rFonts w:ascii="Arial" w:hAnsi="Arial" w:cs="Arial"/>
          <w:b/>
          <w:sz w:val="22"/>
          <w:szCs w:val="22"/>
        </w:rPr>
        <w:t xml:space="preserve"> und durchgängige Prozesse</w:t>
      </w:r>
      <w:r w:rsidR="00FA3531" w:rsidRPr="00FA3531">
        <w:rPr>
          <w:rFonts w:ascii="Arial" w:hAnsi="Arial" w:cs="Arial"/>
          <w:b/>
          <w:sz w:val="22"/>
          <w:szCs w:val="22"/>
        </w:rPr>
        <w:t>. Live-Talks auf C-Level</w:t>
      </w:r>
      <w:r w:rsidR="00FA3531">
        <w:rPr>
          <w:rFonts w:ascii="Arial" w:hAnsi="Arial" w:cs="Arial"/>
          <w:b/>
          <w:sz w:val="22"/>
          <w:szCs w:val="22"/>
        </w:rPr>
        <w:t>, Best Practices von Kunden und ein neuer Partnerbereich biete</w:t>
      </w:r>
      <w:r w:rsidR="000458FA">
        <w:rPr>
          <w:rFonts w:ascii="Arial" w:hAnsi="Arial" w:cs="Arial"/>
          <w:b/>
          <w:sz w:val="22"/>
          <w:szCs w:val="22"/>
        </w:rPr>
        <w:t>n</w:t>
      </w:r>
      <w:r w:rsidR="00FA3531">
        <w:rPr>
          <w:rFonts w:ascii="Arial" w:hAnsi="Arial" w:cs="Arial"/>
          <w:b/>
          <w:sz w:val="22"/>
          <w:szCs w:val="22"/>
        </w:rPr>
        <w:t xml:space="preserve"> </w:t>
      </w:r>
      <w:r w:rsidR="006F546A">
        <w:rPr>
          <w:rFonts w:ascii="Arial" w:hAnsi="Arial" w:cs="Arial"/>
          <w:b/>
          <w:sz w:val="22"/>
          <w:szCs w:val="22"/>
        </w:rPr>
        <w:t>Besuchern</w:t>
      </w:r>
      <w:r w:rsidR="00FA3531">
        <w:rPr>
          <w:rFonts w:ascii="Arial" w:hAnsi="Arial" w:cs="Arial"/>
          <w:b/>
          <w:sz w:val="22"/>
          <w:szCs w:val="22"/>
        </w:rPr>
        <w:t xml:space="preserve"> </w:t>
      </w:r>
      <w:r w:rsidR="004330BD">
        <w:rPr>
          <w:rFonts w:ascii="Arial" w:hAnsi="Arial" w:cs="Arial"/>
          <w:b/>
          <w:sz w:val="22"/>
          <w:szCs w:val="22"/>
        </w:rPr>
        <w:t>wirkungsvolle</w:t>
      </w:r>
      <w:r w:rsidR="00FA3531">
        <w:rPr>
          <w:rFonts w:ascii="Arial" w:hAnsi="Arial" w:cs="Arial"/>
          <w:b/>
          <w:sz w:val="22"/>
          <w:szCs w:val="22"/>
        </w:rPr>
        <w:t xml:space="preserve"> Impulse. T</w:t>
      </w:r>
      <w:r w:rsidR="00FA3531" w:rsidRPr="00FA3531">
        <w:rPr>
          <w:rFonts w:ascii="Arial" w:hAnsi="Arial" w:cs="Arial"/>
          <w:b/>
          <w:sz w:val="22"/>
          <w:szCs w:val="22"/>
        </w:rPr>
        <w:t>hemen- und länderspezifische Webcasts</w:t>
      </w:r>
      <w:r w:rsidR="00FA3531">
        <w:rPr>
          <w:rFonts w:ascii="Arial" w:hAnsi="Arial" w:cs="Arial"/>
          <w:b/>
          <w:sz w:val="22"/>
          <w:szCs w:val="22"/>
        </w:rPr>
        <w:t xml:space="preserve"> und</w:t>
      </w:r>
      <w:r w:rsidR="00FA3531" w:rsidRPr="00FA3531">
        <w:rPr>
          <w:rFonts w:ascii="Arial" w:hAnsi="Arial" w:cs="Arial"/>
          <w:b/>
          <w:sz w:val="22"/>
          <w:szCs w:val="22"/>
        </w:rPr>
        <w:t xml:space="preserve"> Software-Demos </w:t>
      </w:r>
      <w:r w:rsidR="004330BD">
        <w:rPr>
          <w:rFonts w:ascii="Arial" w:hAnsi="Arial" w:cs="Arial"/>
          <w:b/>
          <w:sz w:val="22"/>
          <w:szCs w:val="22"/>
        </w:rPr>
        <w:t xml:space="preserve">rund um die neuen Lösungen der </w:t>
      </w:r>
      <w:proofErr w:type="spellStart"/>
      <w:r w:rsidR="004330BD">
        <w:rPr>
          <w:rFonts w:ascii="Arial" w:hAnsi="Arial" w:cs="Arial"/>
          <w:b/>
          <w:sz w:val="22"/>
          <w:szCs w:val="22"/>
        </w:rPr>
        <w:t>Eplan</w:t>
      </w:r>
      <w:proofErr w:type="spellEnd"/>
      <w:r w:rsidR="004330BD">
        <w:rPr>
          <w:rFonts w:ascii="Arial" w:hAnsi="Arial" w:cs="Arial"/>
          <w:b/>
          <w:sz w:val="22"/>
          <w:szCs w:val="22"/>
        </w:rPr>
        <w:t xml:space="preserve"> Plattform geben </w:t>
      </w:r>
      <w:r w:rsidR="004B1187">
        <w:rPr>
          <w:rFonts w:ascii="Arial" w:hAnsi="Arial" w:cs="Arial"/>
          <w:b/>
          <w:sz w:val="22"/>
          <w:szCs w:val="22"/>
        </w:rPr>
        <w:t>Anregungen und Ausblicke</w:t>
      </w:r>
      <w:r w:rsidR="006F546A">
        <w:rPr>
          <w:rFonts w:ascii="Arial" w:hAnsi="Arial" w:cs="Arial"/>
          <w:b/>
          <w:sz w:val="22"/>
          <w:szCs w:val="22"/>
        </w:rPr>
        <w:t xml:space="preserve"> zur weiteren Entwicklung, auch im Cloud-Kontext.</w:t>
      </w:r>
    </w:p>
    <w:p w14:paraId="0269653D" w14:textId="77777777" w:rsidR="00AC6FEE" w:rsidRDefault="007728F1" w:rsidP="007728F1">
      <w:pPr>
        <w:spacing w:after="240" w:line="312" w:lineRule="auto"/>
        <w:ind w:right="3493"/>
        <w:rPr>
          <w:rFonts w:ascii="Arial" w:hAnsi="Arial" w:cs="Arial"/>
          <w:sz w:val="22"/>
          <w:szCs w:val="22"/>
        </w:rPr>
      </w:pPr>
      <w:r w:rsidRPr="00FA3531">
        <w:rPr>
          <w:rFonts w:ascii="Arial" w:hAnsi="Arial" w:cs="Arial"/>
          <w:sz w:val="22"/>
          <w:szCs w:val="22"/>
        </w:rPr>
        <w:t xml:space="preserve">Monheim, </w:t>
      </w:r>
      <w:r w:rsidR="00FA3531" w:rsidRPr="00FA3531">
        <w:rPr>
          <w:rFonts w:ascii="Arial" w:hAnsi="Arial" w:cs="Arial"/>
          <w:sz w:val="22"/>
          <w:szCs w:val="22"/>
        </w:rPr>
        <w:t>22. Februar</w:t>
      </w:r>
      <w:r w:rsidRPr="00FA3531">
        <w:rPr>
          <w:rFonts w:ascii="Arial" w:hAnsi="Arial" w:cs="Arial"/>
          <w:sz w:val="22"/>
          <w:szCs w:val="22"/>
        </w:rPr>
        <w:t xml:space="preserve"> 202</w:t>
      </w:r>
      <w:r w:rsidR="00FA3531" w:rsidRPr="00FA3531">
        <w:rPr>
          <w:rFonts w:ascii="Arial" w:hAnsi="Arial" w:cs="Arial"/>
          <w:sz w:val="22"/>
          <w:szCs w:val="22"/>
        </w:rPr>
        <w:t>1</w:t>
      </w:r>
      <w:r w:rsidRPr="00FA3531">
        <w:rPr>
          <w:rFonts w:ascii="Arial" w:hAnsi="Arial" w:cs="Arial"/>
          <w:sz w:val="22"/>
          <w:szCs w:val="22"/>
        </w:rPr>
        <w:t xml:space="preserve"> </w:t>
      </w:r>
      <w:r w:rsidRPr="00AC6FEE">
        <w:rPr>
          <w:rFonts w:ascii="Arial" w:hAnsi="Arial" w:cs="Arial"/>
          <w:sz w:val="22"/>
          <w:szCs w:val="22"/>
        </w:rPr>
        <w:t xml:space="preserve">– </w:t>
      </w:r>
      <w:r w:rsidR="004B1187">
        <w:rPr>
          <w:rFonts w:ascii="Arial" w:hAnsi="Arial" w:cs="Arial"/>
          <w:sz w:val="22"/>
          <w:szCs w:val="22"/>
        </w:rPr>
        <w:t>Knapp zwei</w:t>
      </w:r>
      <w:r w:rsidR="00AC6FEE" w:rsidRPr="00AC6FEE">
        <w:rPr>
          <w:rFonts w:ascii="Arial" w:hAnsi="Arial" w:cs="Arial"/>
          <w:sz w:val="22"/>
          <w:szCs w:val="22"/>
        </w:rPr>
        <w:t xml:space="preserve"> Wochen nach der digitalen Hannover Messe ist es soweit: </w:t>
      </w:r>
      <w:proofErr w:type="spellStart"/>
      <w:r w:rsidR="00AC6FEE" w:rsidRPr="00AC6FEE">
        <w:rPr>
          <w:rFonts w:ascii="Arial" w:hAnsi="Arial" w:cs="Arial"/>
          <w:sz w:val="22"/>
          <w:szCs w:val="22"/>
        </w:rPr>
        <w:t>Eplan</w:t>
      </w:r>
      <w:proofErr w:type="spellEnd"/>
      <w:r w:rsidR="00AC6FEE" w:rsidRPr="00AC6FEE">
        <w:rPr>
          <w:rFonts w:ascii="Arial" w:hAnsi="Arial" w:cs="Arial"/>
          <w:sz w:val="22"/>
          <w:szCs w:val="22"/>
        </w:rPr>
        <w:t xml:space="preserve"> öffnet die Pforten </w:t>
      </w:r>
      <w:r w:rsidR="006F546A">
        <w:rPr>
          <w:rFonts w:ascii="Arial" w:hAnsi="Arial" w:cs="Arial"/>
          <w:sz w:val="22"/>
          <w:szCs w:val="22"/>
        </w:rPr>
        <w:t>zu seinem</w:t>
      </w:r>
      <w:r w:rsidR="00AC6FEE" w:rsidRPr="00AC6FEE">
        <w:rPr>
          <w:rFonts w:ascii="Arial" w:hAnsi="Arial" w:cs="Arial"/>
          <w:sz w:val="22"/>
          <w:szCs w:val="22"/>
        </w:rPr>
        <w:t xml:space="preserve"> größten digitalen Event des Jahres. Die </w:t>
      </w:r>
      <w:proofErr w:type="spellStart"/>
      <w:r w:rsidR="00AC6FEE" w:rsidRPr="00AC6FEE">
        <w:rPr>
          <w:rFonts w:ascii="Arial" w:hAnsi="Arial" w:cs="Arial"/>
          <w:sz w:val="22"/>
          <w:szCs w:val="22"/>
        </w:rPr>
        <w:t>Eplan</w:t>
      </w:r>
      <w:proofErr w:type="spellEnd"/>
      <w:r w:rsidR="00AC6FEE" w:rsidRPr="00AC6FEE">
        <w:rPr>
          <w:rFonts w:ascii="Arial" w:hAnsi="Arial" w:cs="Arial"/>
          <w:sz w:val="22"/>
          <w:szCs w:val="22"/>
        </w:rPr>
        <w:t xml:space="preserve"> Virtual Fair –</w:t>
      </w:r>
      <w:r w:rsidR="00AC6FEE">
        <w:rPr>
          <w:rFonts w:ascii="Arial" w:hAnsi="Arial" w:cs="Arial"/>
          <w:sz w:val="22"/>
          <w:szCs w:val="22"/>
        </w:rPr>
        <w:t xml:space="preserve"> </w:t>
      </w:r>
      <w:r w:rsidR="00AC6FEE" w:rsidRPr="00AC6FEE">
        <w:rPr>
          <w:rFonts w:ascii="Arial" w:hAnsi="Arial" w:cs="Arial"/>
          <w:sz w:val="22"/>
          <w:szCs w:val="22"/>
        </w:rPr>
        <w:t xml:space="preserve">ein </w:t>
      </w:r>
      <w:r w:rsidR="004B1187">
        <w:rPr>
          <w:rFonts w:ascii="Arial" w:hAnsi="Arial" w:cs="Arial"/>
          <w:sz w:val="22"/>
          <w:szCs w:val="22"/>
        </w:rPr>
        <w:t xml:space="preserve">weltweit </w:t>
      </w:r>
      <w:r w:rsidR="00AC6FEE">
        <w:rPr>
          <w:rFonts w:ascii="Arial" w:hAnsi="Arial" w:cs="Arial"/>
          <w:sz w:val="22"/>
          <w:szCs w:val="22"/>
        </w:rPr>
        <w:t xml:space="preserve">etabliertes </w:t>
      </w:r>
      <w:r w:rsidR="00AC6FEE" w:rsidRPr="00AC6FEE">
        <w:rPr>
          <w:rFonts w:ascii="Arial" w:hAnsi="Arial" w:cs="Arial"/>
          <w:sz w:val="22"/>
          <w:szCs w:val="22"/>
        </w:rPr>
        <w:t xml:space="preserve">Format, das bereits zum sechsten Mal in Folge stattfindet – wartet </w:t>
      </w:r>
      <w:r w:rsidR="004B1187">
        <w:rPr>
          <w:rFonts w:ascii="Arial" w:hAnsi="Arial" w:cs="Arial"/>
          <w:sz w:val="22"/>
          <w:szCs w:val="22"/>
        </w:rPr>
        <w:t xml:space="preserve">auf </w:t>
      </w:r>
      <w:r w:rsidR="003C0E02">
        <w:rPr>
          <w:rFonts w:ascii="Arial" w:hAnsi="Arial" w:cs="Arial"/>
          <w:sz w:val="22"/>
          <w:szCs w:val="22"/>
        </w:rPr>
        <w:t>mit neuem übersichtlichen Design und e</w:t>
      </w:r>
      <w:r w:rsidR="006F546A">
        <w:rPr>
          <w:rFonts w:ascii="Arial" w:hAnsi="Arial" w:cs="Arial"/>
          <w:sz w:val="22"/>
          <w:szCs w:val="22"/>
        </w:rPr>
        <w:t xml:space="preserve">iner Vielzahl an themenspezifischen Erweiterungen für </w:t>
      </w:r>
      <w:r w:rsidR="006F546A" w:rsidRPr="00CC3DFC">
        <w:rPr>
          <w:rFonts w:ascii="Arial" w:hAnsi="Arial" w:cs="Arial"/>
          <w:sz w:val="22"/>
          <w:szCs w:val="22"/>
        </w:rPr>
        <w:t>Management und Anwender</w:t>
      </w:r>
      <w:r w:rsidR="00AC6FEE" w:rsidRPr="00CC3DFC">
        <w:rPr>
          <w:rFonts w:ascii="Arial" w:hAnsi="Arial" w:cs="Arial"/>
          <w:sz w:val="22"/>
          <w:szCs w:val="22"/>
        </w:rPr>
        <w:t>.</w:t>
      </w:r>
      <w:r w:rsidR="006F546A" w:rsidRPr="00CC3DFC">
        <w:rPr>
          <w:rFonts w:ascii="Arial" w:hAnsi="Arial" w:cs="Arial"/>
          <w:sz w:val="22"/>
          <w:szCs w:val="22"/>
        </w:rPr>
        <w:t xml:space="preserve"> </w:t>
      </w:r>
      <w:r w:rsidR="00AC6FEE" w:rsidRPr="00CC3DFC">
        <w:rPr>
          <w:rFonts w:ascii="Arial" w:hAnsi="Arial" w:cs="Arial"/>
          <w:sz w:val="22"/>
          <w:szCs w:val="22"/>
        </w:rPr>
        <w:t>„</w:t>
      </w:r>
      <w:r w:rsidR="004B1187" w:rsidRPr="00CC3DFC">
        <w:rPr>
          <w:rFonts w:ascii="Arial" w:hAnsi="Arial" w:cs="Arial"/>
          <w:sz w:val="22"/>
          <w:szCs w:val="22"/>
        </w:rPr>
        <w:t>Nach dem Erfolg der letzten Jahre weiten wir die</w:t>
      </w:r>
      <w:r w:rsidR="00AC6FEE" w:rsidRPr="00CC3DF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6FEE" w:rsidRPr="00CC3DFC">
        <w:rPr>
          <w:rFonts w:ascii="Arial" w:hAnsi="Arial" w:cs="Arial"/>
          <w:sz w:val="22"/>
          <w:szCs w:val="22"/>
        </w:rPr>
        <w:t>Eplan</w:t>
      </w:r>
      <w:proofErr w:type="spellEnd"/>
      <w:r w:rsidR="00AC6FEE" w:rsidRPr="00CC3DFC">
        <w:rPr>
          <w:rFonts w:ascii="Arial" w:hAnsi="Arial" w:cs="Arial"/>
          <w:sz w:val="22"/>
          <w:szCs w:val="22"/>
        </w:rPr>
        <w:t xml:space="preserve"> Virtual Fair </w:t>
      </w:r>
      <w:r w:rsidR="004B1187" w:rsidRPr="00CC3DFC">
        <w:rPr>
          <w:rFonts w:ascii="Arial" w:hAnsi="Arial" w:cs="Arial"/>
          <w:sz w:val="22"/>
          <w:szCs w:val="22"/>
        </w:rPr>
        <w:t xml:space="preserve">jetzt </w:t>
      </w:r>
      <w:r w:rsidR="00AC6FEE" w:rsidRPr="00CC3DFC">
        <w:rPr>
          <w:rFonts w:ascii="Arial" w:hAnsi="Arial" w:cs="Arial"/>
          <w:sz w:val="22"/>
          <w:szCs w:val="22"/>
        </w:rPr>
        <w:t xml:space="preserve">auf zwei volle Tage in allen unterschiedlichen Zeitzonen aus“, </w:t>
      </w:r>
      <w:r w:rsidR="000C4BB9" w:rsidRPr="00CC3DFC">
        <w:rPr>
          <w:rFonts w:ascii="Arial" w:hAnsi="Arial" w:cs="Arial"/>
          <w:sz w:val="22"/>
          <w:szCs w:val="22"/>
        </w:rPr>
        <w:t>freut sich</w:t>
      </w:r>
      <w:r w:rsidR="00AC6FEE" w:rsidRPr="00CC3DFC">
        <w:rPr>
          <w:rFonts w:ascii="Arial" w:hAnsi="Arial" w:cs="Arial"/>
          <w:sz w:val="22"/>
          <w:szCs w:val="22"/>
        </w:rPr>
        <w:t xml:space="preserve"> Haluk Menderes, Geschäftsführer von </w:t>
      </w:r>
      <w:proofErr w:type="spellStart"/>
      <w:r w:rsidR="00AC6FEE" w:rsidRPr="00CC3DFC">
        <w:rPr>
          <w:rFonts w:ascii="Arial" w:hAnsi="Arial" w:cs="Arial"/>
          <w:sz w:val="22"/>
          <w:szCs w:val="22"/>
        </w:rPr>
        <w:t>Eplan</w:t>
      </w:r>
      <w:proofErr w:type="spellEnd"/>
      <w:r w:rsidR="00AC6FEE" w:rsidRPr="00CC3DFC">
        <w:rPr>
          <w:rFonts w:ascii="Arial" w:hAnsi="Arial" w:cs="Arial"/>
          <w:sz w:val="22"/>
          <w:szCs w:val="22"/>
        </w:rPr>
        <w:t xml:space="preserve"> Software &amp; Service. Der Grund ist einfach: Die Themen werden immer zahlreicher, und das Besucherinteresse ist </w:t>
      </w:r>
      <w:r w:rsidR="004B1187" w:rsidRPr="00CC3DFC">
        <w:rPr>
          <w:rFonts w:ascii="Arial" w:hAnsi="Arial" w:cs="Arial"/>
          <w:sz w:val="22"/>
          <w:szCs w:val="22"/>
        </w:rPr>
        <w:t>steigend</w:t>
      </w:r>
      <w:r w:rsidR="00AC6FEE" w:rsidRPr="00CC3DFC">
        <w:rPr>
          <w:rFonts w:ascii="Arial" w:hAnsi="Arial" w:cs="Arial"/>
          <w:sz w:val="22"/>
          <w:szCs w:val="22"/>
        </w:rPr>
        <w:t>. Rund</w:t>
      </w:r>
      <w:r w:rsidR="004B1187" w:rsidRPr="00CC3DFC">
        <w:rPr>
          <w:rFonts w:ascii="Arial" w:hAnsi="Arial" w:cs="Arial"/>
          <w:sz w:val="22"/>
          <w:szCs w:val="22"/>
        </w:rPr>
        <w:t xml:space="preserve"> 20 Prozent mehr</w:t>
      </w:r>
      <w:r w:rsidR="004B1187">
        <w:rPr>
          <w:rFonts w:ascii="Arial" w:hAnsi="Arial" w:cs="Arial"/>
          <w:sz w:val="22"/>
          <w:szCs w:val="22"/>
        </w:rPr>
        <w:t xml:space="preserve"> </w:t>
      </w:r>
      <w:r w:rsidR="00AC6FEE">
        <w:rPr>
          <w:rFonts w:ascii="Arial" w:hAnsi="Arial" w:cs="Arial"/>
          <w:sz w:val="22"/>
          <w:szCs w:val="22"/>
        </w:rPr>
        <w:t>Teilnehmer</w:t>
      </w:r>
      <w:r w:rsidR="000C4BB9">
        <w:rPr>
          <w:rFonts w:ascii="Arial" w:hAnsi="Arial" w:cs="Arial"/>
          <w:sz w:val="22"/>
          <w:szCs w:val="22"/>
        </w:rPr>
        <w:t xml:space="preserve"> aus über 70 Ländern</w:t>
      </w:r>
      <w:r w:rsidR="00AC6FEE">
        <w:rPr>
          <w:rFonts w:ascii="Arial" w:hAnsi="Arial" w:cs="Arial"/>
          <w:sz w:val="22"/>
          <w:szCs w:val="22"/>
        </w:rPr>
        <w:t xml:space="preserve"> </w:t>
      </w:r>
      <w:r w:rsidR="000C4BB9">
        <w:rPr>
          <w:rFonts w:ascii="Arial" w:hAnsi="Arial" w:cs="Arial"/>
          <w:sz w:val="22"/>
          <w:szCs w:val="22"/>
        </w:rPr>
        <w:t xml:space="preserve">in 2020 zeigen </w:t>
      </w:r>
      <w:r w:rsidR="00AC6FEE">
        <w:rPr>
          <w:rFonts w:ascii="Arial" w:hAnsi="Arial" w:cs="Arial"/>
          <w:sz w:val="22"/>
          <w:szCs w:val="22"/>
        </w:rPr>
        <w:t xml:space="preserve">die Bedeutung dieses virtuellen Großevents. </w:t>
      </w:r>
    </w:p>
    <w:p w14:paraId="205D9347" w14:textId="77777777" w:rsidR="000C4BB9" w:rsidRPr="000C4BB9" w:rsidRDefault="000C4BB9" w:rsidP="007728F1">
      <w:pPr>
        <w:spacing w:after="240" w:line="312" w:lineRule="auto"/>
        <w:ind w:right="3493"/>
        <w:rPr>
          <w:rFonts w:ascii="Arial" w:hAnsi="Arial" w:cs="Arial"/>
          <w:b/>
          <w:sz w:val="22"/>
          <w:szCs w:val="22"/>
        </w:rPr>
      </w:pPr>
      <w:r w:rsidRPr="000C4BB9">
        <w:rPr>
          <w:rFonts w:ascii="Arial" w:hAnsi="Arial" w:cs="Arial"/>
          <w:b/>
          <w:sz w:val="22"/>
          <w:szCs w:val="22"/>
        </w:rPr>
        <w:t xml:space="preserve">Management und Anwender: </w:t>
      </w:r>
      <w:r w:rsidR="00D54183">
        <w:rPr>
          <w:rFonts w:ascii="Arial" w:hAnsi="Arial" w:cs="Arial"/>
          <w:b/>
          <w:sz w:val="22"/>
          <w:szCs w:val="22"/>
        </w:rPr>
        <w:t>Für jeden das</w:t>
      </w:r>
      <w:r w:rsidRPr="000C4BB9">
        <w:rPr>
          <w:rFonts w:ascii="Arial" w:hAnsi="Arial" w:cs="Arial"/>
          <w:b/>
          <w:sz w:val="22"/>
          <w:szCs w:val="22"/>
        </w:rPr>
        <w:t xml:space="preserve"> passende Programm</w:t>
      </w:r>
    </w:p>
    <w:p w14:paraId="40E7D486" w14:textId="48DDA493" w:rsidR="00C263F2" w:rsidRDefault="00C263F2" w:rsidP="00C263F2">
      <w:pPr>
        <w:spacing w:after="240" w:line="312" w:lineRule="auto"/>
        <w:ind w:right="3493"/>
        <w:rPr>
          <w:rFonts w:ascii="Arial" w:hAnsi="Arial" w:cs="Arial"/>
          <w:sz w:val="22"/>
          <w:szCs w:val="22"/>
        </w:rPr>
      </w:pPr>
      <w:r w:rsidRPr="00640F7B">
        <w:rPr>
          <w:rFonts w:ascii="Arial" w:hAnsi="Arial" w:cs="Arial"/>
          <w:sz w:val="22"/>
          <w:szCs w:val="22"/>
        </w:rPr>
        <w:t>Hochkarätige Leadership-Talks auf Managementebene</w:t>
      </w:r>
      <w:r w:rsidR="008E3DA2" w:rsidRPr="00640F7B">
        <w:rPr>
          <w:rFonts w:ascii="Arial" w:hAnsi="Arial" w:cs="Arial"/>
          <w:sz w:val="22"/>
          <w:szCs w:val="22"/>
        </w:rPr>
        <w:t xml:space="preserve"> zum Ökosystem der industriellen Automatisierung, den Potenzialen im industriellen S</w:t>
      </w:r>
      <w:r w:rsidR="009430CC" w:rsidRPr="00640F7B">
        <w:rPr>
          <w:rFonts w:ascii="Arial" w:hAnsi="Arial" w:cs="Arial"/>
          <w:sz w:val="22"/>
          <w:szCs w:val="22"/>
        </w:rPr>
        <w:t>teuerungs- und Scha</w:t>
      </w:r>
      <w:r w:rsidR="00476829">
        <w:rPr>
          <w:rFonts w:ascii="Arial" w:hAnsi="Arial" w:cs="Arial"/>
          <w:sz w:val="22"/>
          <w:szCs w:val="22"/>
        </w:rPr>
        <w:t>lt</w:t>
      </w:r>
      <w:r w:rsidR="008E3DA2" w:rsidRPr="00640F7B">
        <w:rPr>
          <w:rFonts w:ascii="Arial" w:hAnsi="Arial" w:cs="Arial"/>
          <w:sz w:val="22"/>
          <w:szCs w:val="22"/>
        </w:rPr>
        <w:t>anlagenbau und dem Thema</w:t>
      </w:r>
      <w:r w:rsidR="000C4BB9" w:rsidRPr="00640F7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E3DA2" w:rsidRPr="00640F7B">
        <w:rPr>
          <w:rFonts w:ascii="Arial" w:hAnsi="Arial" w:cs="Arial"/>
          <w:sz w:val="22"/>
          <w:szCs w:val="22"/>
        </w:rPr>
        <w:t>Roundtrip</w:t>
      </w:r>
      <w:proofErr w:type="spellEnd"/>
      <w:r w:rsidR="008E3DA2" w:rsidRPr="00640F7B">
        <w:rPr>
          <w:rFonts w:ascii="Arial" w:hAnsi="Arial" w:cs="Arial"/>
          <w:sz w:val="22"/>
          <w:szCs w:val="22"/>
        </w:rPr>
        <w:t xml:space="preserve">-Engineering </w:t>
      </w:r>
      <w:r w:rsidR="000C4BB9" w:rsidRPr="00640F7B">
        <w:rPr>
          <w:rFonts w:ascii="Arial" w:hAnsi="Arial" w:cs="Arial"/>
          <w:sz w:val="22"/>
          <w:szCs w:val="22"/>
        </w:rPr>
        <w:t xml:space="preserve">stehen </w:t>
      </w:r>
      <w:r w:rsidR="000C4BB9" w:rsidRPr="00640F7B">
        <w:rPr>
          <w:rFonts w:ascii="Arial" w:hAnsi="Arial" w:cs="Arial"/>
          <w:sz w:val="22"/>
          <w:szCs w:val="22"/>
        </w:rPr>
        <w:lastRenderedPageBreak/>
        <w:t>auf dem vielfältigen Tagungsprogramm. Ergänzt we</w:t>
      </w:r>
      <w:r w:rsidRPr="00640F7B">
        <w:rPr>
          <w:rFonts w:ascii="Arial" w:hAnsi="Arial" w:cs="Arial"/>
          <w:sz w:val="22"/>
          <w:szCs w:val="22"/>
        </w:rPr>
        <w:t>rden</w:t>
      </w:r>
      <w:r w:rsidR="000C4BB9" w:rsidRPr="00640F7B">
        <w:rPr>
          <w:rFonts w:ascii="Arial" w:hAnsi="Arial" w:cs="Arial"/>
          <w:sz w:val="22"/>
          <w:szCs w:val="22"/>
        </w:rPr>
        <w:t xml:space="preserve"> sie</w:t>
      </w:r>
      <w:r w:rsidRPr="00640F7B">
        <w:rPr>
          <w:rFonts w:ascii="Arial" w:hAnsi="Arial" w:cs="Arial"/>
          <w:sz w:val="22"/>
          <w:szCs w:val="22"/>
        </w:rPr>
        <w:t xml:space="preserve"> in diesem Jahr um </w:t>
      </w:r>
      <w:r w:rsidR="000C4BB9" w:rsidRPr="00640F7B">
        <w:rPr>
          <w:rFonts w:ascii="Arial" w:hAnsi="Arial" w:cs="Arial"/>
          <w:sz w:val="22"/>
          <w:szCs w:val="22"/>
        </w:rPr>
        <w:t xml:space="preserve">neue </w:t>
      </w:r>
      <w:r w:rsidRPr="00640F7B">
        <w:rPr>
          <w:rFonts w:ascii="Arial" w:hAnsi="Arial" w:cs="Arial"/>
          <w:sz w:val="22"/>
          <w:szCs w:val="22"/>
        </w:rPr>
        <w:t>Live-Talks im Branchenmanage</w:t>
      </w:r>
      <w:r w:rsidR="000C4BB9" w:rsidRPr="00640F7B">
        <w:rPr>
          <w:rFonts w:ascii="Arial" w:hAnsi="Arial" w:cs="Arial"/>
          <w:sz w:val="22"/>
          <w:szCs w:val="22"/>
        </w:rPr>
        <w:t>me</w:t>
      </w:r>
      <w:r w:rsidRPr="00640F7B">
        <w:rPr>
          <w:rFonts w:ascii="Arial" w:hAnsi="Arial" w:cs="Arial"/>
          <w:sz w:val="22"/>
          <w:szCs w:val="22"/>
        </w:rPr>
        <w:t>nt</w:t>
      </w:r>
      <w:r>
        <w:rPr>
          <w:rFonts w:ascii="Arial" w:hAnsi="Arial" w:cs="Arial"/>
          <w:sz w:val="22"/>
          <w:szCs w:val="22"/>
        </w:rPr>
        <w:t xml:space="preserve"> – u.a. in den Disziplinen </w:t>
      </w:r>
      <w:r w:rsidR="000C4BB9">
        <w:rPr>
          <w:rFonts w:ascii="Arial" w:hAnsi="Arial" w:cs="Arial"/>
          <w:sz w:val="22"/>
          <w:szCs w:val="22"/>
        </w:rPr>
        <w:t>Automobil</w:t>
      </w:r>
      <w:r>
        <w:rPr>
          <w:rFonts w:ascii="Arial" w:hAnsi="Arial" w:cs="Arial"/>
          <w:sz w:val="22"/>
          <w:szCs w:val="22"/>
        </w:rPr>
        <w:t>, Energ</w:t>
      </w:r>
      <w:r w:rsidR="000C4BB9">
        <w:rPr>
          <w:rFonts w:ascii="Arial" w:hAnsi="Arial" w:cs="Arial"/>
          <w:sz w:val="22"/>
          <w:szCs w:val="22"/>
        </w:rPr>
        <w:t xml:space="preserve">ie, Gebäudetechnik, </w:t>
      </w:r>
      <w:r>
        <w:rPr>
          <w:rFonts w:ascii="Arial" w:hAnsi="Arial" w:cs="Arial"/>
          <w:sz w:val="22"/>
          <w:szCs w:val="22"/>
        </w:rPr>
        <w:t xml:space="preserve">Maritim </w:t>
      </w:r>
      <w:r w:rsidR="000C4BB9">
        <w:rPr>
          <w:rFonts w:ascii="Arial" w:hAnsi="Arial" w:cs="Arial"/>
          <w:sz w:val="22"/>
          <w:szCs w:val="22"/>
        </w:rPr>
        <w:t>und Prozessindustrie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8D0FF56" w14:textId="5E402896" w:rsidR="00C263F2" w:rsidRDefault="00C263F2" w:rsidP="00C263F2">
      <w:pPr>
        <w:spacing w:after="240" w:line="312" w:lineRule="auto"/>
        <w:ind w:right="3493"/>
        <w:rPr>
          <w:rFonts w:ascii="Arial" w:hAnsi="Arial" w:cs="Arial"/>
          <w:sz w:val="22"/>
          <w:szCs w:val="22"/>
        </w:rPr>
      </w:pPr>
      <w:r w:rsidRPr="005603D3">
        <w:rPr>
          <w:rFonts w:ascii="Arial" w:hAnsi="Arial" w:cs="Arial"/>
          <w:sz w:val="22"/>
          <w:szCs w:val="22"/>
        </w:rPr>
        <w:t xml:space="preserve">Pro Tag finden sechs unterschiedliche Live-Demos </w:t>
      </w:r>
      <w:r w:rsidR="009430CC">
        <w:rPr>
          <w:rFonts w:ascii="Arial" w:hAnsi="Arial" w:cs="Arial"/>
          <w:sz w:val="22"/>
          <w:szCs w:val="22"/>
        </w:rPr>
        <w:t xml:space="preserve">zu </w:t>
      </w:r>
      <w:r w:rsidRPr="005603D3">
        <w:rPr>
          <w:rFonts w:ascii="Arial" w:hAnsi="Arial" w:cs="Arial"/>
          <w:sz w:val="22"/>
          <w:szCs w:val="22"/>
        </w:rPr>
        <w:t>Software</w:t>
      </w:r>
      <w:r w:rsidR="009430CC">
        <w:rPr>
          <w:rFonts w:ascii="Arial" w:hAnsi="Arial" w:cs="Arial"/>
          <w:sz w:val="22"/>
          <w:szCs w:val="22"/>
        </w:rPr>
        <w:t>-T</w:t>
      </w:r>
      <w:r w:rsidRPr="005603D3">
        <w:rPr>
          <w:rFonts w:ascii="Arial" w:hAnsi="Arial" w:cs="Arial"/>
          <w:sz w:val="22"/>
          <w:szCs w:val="22"/>
        </w:rPr>
        <w:t xml:space="preserve">hemen statt und Experten </w:t>
      </w:r>
      <w:r>
        <w:rPr>
          <w:rFonts w:ascii="Arial" w:hAnsi="Arial" w:cs="Arial"/>
          <w:sz w:val="22"/>
          <w:szCs w:val="22"/>
        </w:rPr>
        <w:t xml:space="preserve">geben praktische Einblicke in die Neuerungen der </w:t>
      </w:r>
      <w:proofErr w:type="spellStart"/>
      <w:r w:rsidRPr="005603D3">
        <w:rPr>
          <w:rFonts w:ascii="Arial" w:hAnsi="Arial" w:cs="Arial"/>
          <w:sz w:val="22"/>
          <w:szCs w:val="22"/>
        </w:rPr>
        <w:t>Eplan</w:t>
      </w:r>
      <w:proofErr w:type="spellEnd"/>
      <w:r w:rsidRPr="005603D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Plattform. Auch die Chancen der neuen Cloud-Services im Rahmen von </w:t>
      </w:r>
      <w:proofErr w:type="spellStart"/>
      <w:r>
        <w:rPr>
          <w:rFonts w:ascii="Arial" w:hAnsi="Arial" w:cs="Arial"/>
          <w:sz w:val="22"/>
          <w:szCs w:val="22"/>
        </w:rPr>
        <w:t>Eplan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ePulse</w:t>
      </w:r>
      <w:proofErr w:type="spellEnd"/>
      <w:r>
        <w:rPr>
          <w:rFonts w:ascii="Arial" w:hAnsi="Arial" w:cs="Arial"/>
          <w:sz w:val="22"/>
          <w:szCs w:val="22"/>
        </w:rPr>
        <w:t xml:space="preserve"> sowie die Effizienzpotenziale der Integrierten Wertschöpfungskette im Steuerungs- und Schaltanlagenbau stehen auf dem vielfältigen Tagungsprogramm. Last but not least kommt auch der Fun-Faktor nicht zu kurz: In unterschiedlichen Online-Spielen dürfen sich Besucher untereinander messen</w:t>
      </w:r>
      <w:r w:rsidR="00FA6AF1">
        <w:rPr>
          <w:rFonts w:ascii="Arial" w:hAnsi="Arial" w:cs="Arial"/>
          <w:sz w:val="22"/>
          <w:szCs w:val="22"/>
        </w:rPr>
        <w:t>. Zu</w:t>
      </w:r>
      <w:r w:rsidR="008E3B9C">
        <w:rPr>
          <w:rFonts w:ascii="Arial" w:hAnsi="Arial" w:cs="Arial"/>
          <w:sz w:val="22"/>
          <w:szCs w:val="22"/>
        </w:rPr>
        <w:t xml:space="preserve"> gewinnen sind drei Online-</w:t>
      </w:r>
      <w:r w:rsidR="00C86D09">
        <w:rPr>
          <w:rFonts w:ascii="Arial" w:hAnsi="Arial" w:cs="Arial"/>
          <w:sz w:val="22"/>
          <w:szCs w:val="22"/>
        </w:rPr>
        <w:t>Updatet</w:t>
      </w:r>
      <w:r>
        <w:rPr>
          <w:rFonts w:ascii="Arial" w:hAnsi="Arial" w:cs="Arial"/>
          <w:sz w:val="22"/>
          <w:szCs w:val="22"/>
        </w:rPr>
        <w:t>raining</w:t>
      </w:r>
      <w:r w:rsidR="008E3B9C">
        <w:rPr>
          <w:rFonts w:ascii="Arial" w:hAnsi="Arial" w:cs="Arial"/>
          <w:sz w:val="22"/>
          <w:szCs w:val="22"/>
        </w:rPr>
        <w:t xml:space="preserve">s zur </w:t>
      </w:r>
      <w:proofErr w:type="spellStart"/>
      <w:r w:rsidR="008E3B9C">
        <w:rPr>
          <w:rFonts w:ascii="Arial" w:hAnsi="Arial" w:cs="Arial"/>
          <w:sz w:val="22"/>
          <w:szCs w:val="22"/>
        </w:rPr>
        <w:t>Eplan</w:t>
      </w:r>
      <w:proofErr w:type="spellEnd"/>
      <w:r w:rsidR="008E3B9C">
        <w:rPr>
          <w:rFonts w:ascii="Arial" w:hAnsi="Arial" w:cs="Arial"/>
          <w:sz w:val="22"/>
          <w:szCs w:val="22"/>
        </w:rPr>
        <w:t xml:space="preserve"> Plattform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4E033E0" w14:textId="77777777" w:rsidR="00D54183" w:rsidRPr="00D54183" w:rsidRDefault="00D54183" w:rsidP="00C86D09">
      <w:pPr>
        <w:spacing w:after="120" w:line="312" w:lineRule="auto"/>
        <w:ind w:right="3493"/>
        <w:rPr>
          <w:rFonts w:ascii="Arial" w:hAnsi="Arial" w:cs="Arial"/>
          <w:b/>
          <w:sz w:val="22"/>
          <w:szCs w:val="22"/>
        </w:rPr>
      </w:pPr>
      <w:r w:rsidRPr="00D54183">
        <w:rPr>
          <w:rFonts w:ascii="Arial" w:hAnsi="Arial" w:cs="Arial"/>
          <w:b/>
          <w:sz w:val="22"/>
          <w:szCs w:val="22"/>
        </w:rPr>
        <w:t xml:space="preserve">Partner bekommen </w:t>
      </w:r>
      <w:r>
        <w:rPr>
          <w:rFonts w:ascii="Arial" w:hAnsi="Arial" w:cs="Arial"/>
          <w:b/>
          <w:sz w:val="22"/>
          <w:szCs w:val="22"/>
        </w:rPr>
        <w:t xml:space="preserve">erstmals </w:t>
      </w:r>
      <w:r w:rsidRPr="00D54183">
        <w:rPr>
          <w:rFonts w:ascii="Arial" w:hAnsi="Arial" w:cs="Arial"/>
          <w:b/>
          <w:sz w:val="22"/>
          <w:szCs w:val="22"/>
        </w:rPr>
        <w:t>eigene Präsenz</w:t>
      </w:r>
    </w:p>
    <w:p w14:paraId="4832E39A" w14:textId="3FD34870" w:rsidR="005603D3" w:rsidRDefault="000C4BB9" w:rsidP="007728F1">
      <w:pPr>
        <w:spacing w:after="240" w:line="312" w:lineRule="auto"/>
        <w:ind w:right="34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Neu geschaffen wurde </w:t>
      </w:r>
      <w:r w:rsidR="00AC6FEE">
        <w:rPr>
          <w:rFonts w:ascii="Arial" w:hAnsi="Arial" w:cs="Arial"/>
          <w:sz w:val="22"/>
          <w:szCs w:val="22"/>
        </w:rPr>
        <w:t xml:space="preserve">ein </w:t>
      </w:r>
      <w:r w:rsidR="00C263F2">
        <w:rPr>
          <w:rFonts w:ascii="Arial" w:hAnsi="Arial" w:cs="Arial"/>
          <w:sz w:val="22"/>
          <w:szCs w:val="22"/>
        </w:rPr>
        <w:t>Community-Bereich</w:t>
      </w:r>
      <w:r w:rsidR="00AC6FEE">
        <w:rPr>
          <w:rFonts w:ascii="Arial" w:hAnsi="Arial" w:cs="Arial"/>
          <w:sz w:val="22"/>
          <w:szCs w:val="22"/>
        </w:rPr>
        <w:t xml:space="preserve">, der eine Präsenzmöglichkeit für alle beteiligten Unternehmen </w:t>
      </w:r>
      <w:r w:rsidR="00C263F2">
        <w:rPr>
          <w:rFonts w:ascii="Arial" w:hAnsi="Arial" w:cs="Arial"/>
          <w:sz w:val="22"/>
          <w:szCs w:val="22"/>
        </w:rPr>
        <w:t xml:space="preserve">im neuen </w:t>
      </w:r>
      <w:proofErr w:type="spellStart"/>
      <w:r w:rsidR="00C263F2">
        <w:rPr>
          <w:rFonts w:ascii="Arial" w:hAnsi="Arial" w:cs="Arial"/>
          <w:sz w:val="22"/>
          <w:szCs w:val="22"/>
        </w:rPr>
        <w:t>Eplan</w:t>
      </w:r>
      <w:proofErr w:type="spellEnd"/>
      <w:r w:rsidR="00C263F2">
        <w:rPr>
          <w:rFonts w:ascii="Arial" w:hAnsi="Arial" w:cs="Arial"/>
          <w:sz w:val="22"/>
          <w:szCs w:val="22"/>
        </w:rPr>
        <w:t xml:space="preserve"> Partner Network </w:t>
      </w:r>
      <w:r w:rsidR="00AC6FEE">
        <w:rPr>
          <w:rFonts w:ascii="Arial" w:hAnsi="Arial" w:cs="Arial"/>
          <w:sz w:val="22"/>
          <w:szCs w:val="22"/>
        </w:rPr>
        <w:t xml:space="preserve">bietet. </w:t>
      </w:r>
      <w:r w:rsidR="00C263F2">
        <w:rPr>
          <w:rFonts w:ascii="Arial" w:hAnsi="Arial" w:cs="Arial"/>
          <w:sz w:val="22"/>
          <w:szCs w:val="22"/>
        </w:rPr>
        <w:t xml:space="preserve">Er gestaltet sich </w:t>
      </w:r>
      <w:r>
        <w:rPr>
          <w:rFonts w:ascii="Arial" w:hAnsi="Arial" w:cs="Arial"/>
          <w:sz w:val="22"/>
          <w:szCs w:val="22"/>
        </w:rPr>
        <w:t>als kleine</w:t>
      </w:r>
      <w:r w:rsidR="00C263F2">
        <w:rPr>
          <w:rFonts w:ascii="Arial" w:hAnsi="Arial" w:cs="Arial"/>
          <w:sz w:val="22"/>
          <w:szCs w:val="22"/>
        </w:rPr>
        <w:t xml:space="preserve"> Fachmesse innerhalb der Virtual Fair. Z</w:t>
      </w:r>
      <w:r w:rsidR="005603D3">
        <w:rPr>
          <w:rFonts w:ascii="Arial" w:hAnsi="Arial" w:cs="Arial"/>
          <w:sz w:val="22"/>
          <w:szCs w:val="22"/>
        </w:rPr>
        <w:t>ahlreiche Möglichkeiten</w:t>
      </w:r>
      <w:r w:rsidR="00C263F2">
        <w:rPr>
          <w:rFonts w:ascii="Arial" w:hAnsi="Arial" w:cs="Arial"/>
          <w:sz w:val="22"/>
          <w:szCs w:val="22"/>
        </w:rPr>
        <w:t xml:space="preserve"> zur Vernetzung</w:t>
      </w:r>
      <w:r w:rsidR="005603D3">
        <w:rPr>
          <w:rFonts w:ascii="Arial" w:hAnsi="Arial" w:cs="Arial"/>
          <w:sz w:val="22"/>
          <w:szCs w:val="22"/>
        </w:rPr>
        <w:t xml:space="preserve"> sind ein </w:t>
      </w:r>
      <w:r w:rsidR="00C263F2">
        <w:rPr>
          <w:rFonts w:ascii="Arial" w:hAnsi="Arial" w:cs="Arial"/>
          <w:sz w:val="22"/>
          <w:szCs w:val="22"/>
        </w:rPr>
        <w:t>weiterer entscheidender</w:t>
      </w:r>
      <w:r w:rsidR="005603D3">
        <w:rPr>
          <w:rFonts w:ascii="Arial" w:hAnsi="Arial" w:cs="Arial"/>
          <w:sz w:val="22"/>
          <w:szCs w:val="22"/>
        </w:rPr>
        <w:t xml:space="preserve"> Grund für </w:t>
      </w:r>
      <w:r>
        <w:rPr>
          <w:rFonts w:ascii="Arial" w:hAnsi="Arial" w:cs="Arial"/>
          <w:sz w:val="22"/>
          <w:szCs w:val="22"/>
        </w:rPr>
        <w:t xml:space="preserve">Besucher aus aller Welt: Ein Live-Chat, diesmal ergänzt um einen </w:t>
      </w:r>
      <w:r w:rsidR="00CC7656">
        <w:rPr>
          <w:rFonts w:ascii="Arial" w:hAnsi="Arial" w:cs="Arial"/>
          <w:sz w:val="22"/>
          <w:szCs w:val="22"/>
        </w:rPr>
        <w:t xml:space="preserve">1:1 </w:t>
      </w:r>
      <w:r>
        <w:rPr>
          <w:rFonts w:ascii="Arial" w:hAnsi="Arial" w:cs="Arial"/>
          <w:sz w:val="22"/>
          <w:szCs w:val="22"/>
        </w:rPr>
        <w:t xml:space="preserve">Video-Chat, </w:t>
      </w:r>
      <w:r w:rsidR="005603D3">
        <w:rPr>
          <w:rFonts w:ascii="Arial" w:hAnsi="Arial" w:cs="Arial"/>
          <w:sz w:val="22"/>
          <w:szCs w:val="22"/>
        </w:rPr>
        <w:t xml:space="preserve">bietet </w:t>
      </w:r>
      <w:r>
        <w:rPr>
          <w:rFonts w:ascii="Arial" w:hAnsi="Arial" w:cs="Arial"/>
          <w:sz w:val="22"/>
          <w:szCs w:val="22"/>
        </w:rPr>
        <w:t>interessierten Teilnehmern</w:t>
      </w:r>
      <w:r w:rsidR="005603D3">
        <w:rPr>
          <w:rFonts w:ascii="Arial" w:hAnsi="Arial" w:cs="Arial"/>
          <w:sz w:val="22"/>
          <w:szCs w:val="22"/>
        </w:rPr>
        <w:t xml:space="preserve"> die Gelegenheit, sich über Ländergrenzen hinweg im virtuellen Raum auszutauschen.</w:t>
      </w:r>
    </w:p>
    <w:p w14:paraId="635272DE" w14:textId="77777777" w:rsidR="00D54183" w:rsidRDefault="005603D3" w:rsidP="000458FA">
      <w:pPr>
        <w:spacing w:line="312" w:lineRule="auto"/>
        <w:ind w:right="3493"/>
        <w:rPr>
          <w:rFonts w:ascii="Arial" w:hAnsi="Arial" w:cs="Arial"/>
          <w:sz w:val="22"/>
          <w:szCs w:val="22"/>
        </w:rPr>
      </w:pPr>
      <w:r w:rsidRPr="00D54183">
        <w:rPr>
          <w:rFonts w:ascii="Arial" w:hAnsi="Arial" w:cs="Arial"/>
          <w:sz w:val="22"/>
          <w:szCs w:val="22"/>
        </w:rPr>
        <w:t xml:space="preserve">Interessierte melden sich kostenlos an </w:t>
      </w:r>
      <w:r w:rsidR="00713B04" w:rsidRPr="00D54183">
        <w:rPr>
          <w:rFonts w:ascii="Arial" w:hAnsi="Arial" w:cs="Arial"/>
          <w:sz w:val="22"/>
          <w:szCs w:val="22"/>
        </w:rPr>
        <w:t xml:space="preserve">unter: </w:t>
      </w:r>
    </w:p>
    <w:p w14:paraId="6D0DAC60" w14:textId="30510F2B" w:rsidR="00D54183" w:rsidRDefault="006B7B18" w:rsidP="000458FA">
      <w:pPr>
        <w:spacing w:line="312" w:lineRule="auto"/>
        <w:ind w:right="3493"/>
        <w:rPr>
          <w:rStyle w:val="Hyperlink"/>
          <w:rFonts w:ascii="Arial" w:hAnsi="Arial" w:cs="Arial"/>
          <w:sz w:val="20"/>
          <w:szCs w:val="20"/>
        </w:rPr>
      </w:pPr>
      <w:hyperlink r:id="rId13" w:history="1">
        <w:r w:rsidR="00CC7656" w:rsidRPr="00DC052D">
          <w:rPr>
            <w:rStyle w:val="Hyperlink"/>
            <w:rFonts w:ascii="Arial" w:hAnsi="Arial" w:cs="Arial"/>
            <w:sz w:val="20"/>
            <w:szCs w:val="20"/>
          </w:rPr>
          <w:t>https://www.eplan.de/virtual-fair/</w:t>
        </w:r>
      </w:hyperlink>
    </w:p>
    <w:p w14:paraId="30BFA330" w14:textId="77777777" w:rsidR="000458FA" w:rsidRDefault="000458FA" w:rsidP="000458FA">
      <w:pPr>
        <w:spacing w:line="312" w:lineRule="auto"/>
        <w:ind w:right="3493"/>
        <w:rPr>
          <w:rStyle w:val="Hyperlink"/>
          <w:rFonts w:ascii="Arial" w:hAnsi="Arial" w:cs="Arial"/>
          <w:sz w:val="20"/>
          <w:szCs w:val="20"/>
        </w:rPr>
      </w:pPr>
    </w:p>
    <w:p w14:paraId="0F3C21B9" w14:textId="6A1E8A83" w:rsidR="0020315E" w:rsidRPr="00D54183" w:rsidRDefault="0020315E" w:rsidP="000458FA">
      <w:pPr>
        <w:spacing w:after="240" w:line="312" w:lineRule="auto"/>
        <w:ind w:right="3493"/>
        <w:rPr>
          <w:rFonts w:ascii="Arial" w:hAnsi="Arial" w:cs="Arial"/>
          <w:sz w:val="22"/>
          <w:szCs w:val="22"/>
        </w:rPr>
      </w:pPr>
      <w:r w:rsidRPr="00D54183">
        <w:rPr>
          <w:rFonts w:ascii="Arial" w:hAnsi="Arial" w:cs="Arial"/>
          <w:sz w:val="22"/>
          <w:szCs w:val="22"/>
        </w:rPr>
        <w:t>(</w:t>
      </w:r>
      <w:r w:rsidR="00D54183" w:rsidRPr="00D54183">
        <w:rPr>
          <w:rFonts w:ascii="Arial" w:hAnsi="Arial" w:cs="Arial"/>
          <w:sz w:val="22"/>
          <w:szCs w:val="22"/>
        </w:rPr>
        <w:t>3</w:t>
      </w:r>
      <w:r w:rsidR="0083254E">
        <w:rPr>
          <w:rFonts w:ascii="Arial" w:hAnsi="Arial" w:cs="Arial"/>
          <w:sz w:val="22"/>
          <w:szCs w:val="22"/>
        </w:rPr>
        <w:t>.</w:t>
      </w:r>
      <w:r w:rsidR="00D54183" w:rsidRPr="00D54183">
        <w:rPr>
          <w:rFonts w:ascii="Arial" w:hAnsi="Arial" w:cs="Arial"/>
          <w:sz w:val="22"/>
          <w:szCs w:val="22"/>
        </w:rPr>
        <w:t>0</w:t>
      </w:r>
      <w:r w:rsidR="00640F7B">
        <w:rPr>
          <w:rFonts w:ascii="Arial" w:hAnsi="Arial" w:cs="Arial"/>
          <w:sz w:val="22"/>
          <w:szCs w:val="22"/>
        </w:rPr>
        <w:t>8</w:t>
      </w:r>
      <w:r w:rsidR="00C32A67">
        <w:rPr>
          <w:rFonts w:ascii="Arial" w:hAnsi="Arial" w:cs="Arial"/>
          <w:sz w:val="22"/>
          <w:szCs w:val="22"/>
        </w:rPr>
        <w:t>4</w:t>
      </w:r>
      <w:r w:rsidRPr="00D54183">
        <w:rPr>
          <w:rFonts w:ascii="Arial" w:hAnsi="Arial" w:cs="Arial"/>
          <w:sz w:val="22"/>
          <w:szCs w:val="22"/>
        </w:rPr>
        <w:t xml:space="preserve"> Zeichen)</w:t>
      </w:r>
    </w:p>
    <w:p w14:paraId="10E67F0A" w14:textId="77777777" w:rsidR="0020315E" w:rsidRPr="00DC052D" w:rsidRDefault="0020315E" w:rsidP="00713B04">
      <w:pPr>
        <w:spacing w:after="240" w:line="312" w:lineRule="auto"/>
        <w:ind w:right="3493"/>
        <w:rPr>
          <w:rFonts w:ascii="Wingdings" w:hAnsi="Wingdings"/>
        </w:rPr>
      </w:pPr>
      <w:r w:rsidRPr="00D54183">
        <w:rPr>
          <w:rFonts w:ascii="Wingdings" w:hAnsi="Wingdings"/>
        </w:rPr>
        <w:t></w:t>
      </w:r>
    </w:p>
    <w:p w14:paraId="75A46B63" w14:textId="77777777" w:rsidR="0020315E" w:rsidRPr="00DC052D" w:rsidRDefault="0020315E" w:rsidP="0020315E">
      <w:pPr>
        <w:pStyle w:val="PIAbspann"/>
        <w:rPr>
          <w:b/>
          <w:bCs/>
        </w:rPr>
      </w:pPr>
      <w:r w:rsidRPr="00DC052D">
        <w:rPr>
          <w:b/>
          <w:bCs/>
        </w:rPr>
        <w:t xml:space="preserve">Bildmaterial </w:t>
      </w:r>
    </w:p>
    <w:p w14:paraId="3FB89D1E" w14:textId="725BFDCA" w:rsidR="000C5B4A" w:rsidRDefault="00322830" w:rsidP="0020315E">
      <w:pPr>
        <w:pStyle w:val="PIAbspann"/>
      </w:pPr>
      <w:r w:rsidRPr="00D54183">
        <w:t xml:space="preserve">Virtual Fair.jpg: </w:t>
      </w:r>
      <w:r w:rsidR="00D54183">
        <w:t xml:space="preserve">Zum sechsten Mal findet die </w:t>
      </w:r>
      <w:r w:rsidR="0020444D">
        <w:t xml:space="preserve">globale </w:t>
      </w:r>
      <w:proofErr w:type="spellStart"/>
      <w:r w:rsidR="0020444D">
        <w:t>Eplan</w:t>
      </w:r>
      <w:proofErr w:type="spellEnd"/>
      <w:r w:rsidR="0020444D">
        <w:t xml:space="preserve"> Virtual Fair</w:t>
      </w:r>
      <w:r w:rsidR="00D54183">
        <w:t xml:space="preserve"> </w:t>
      </w:r>
      <w:r w:rsidR="0020444D">
        <w:t xml:space="preserve">vom 28.-29. April </w:t>
      </w:r>
      <w:r w:rsidR="000458FA">
        <w:t xml:space="preserve">2021 </w:t>
      </w:r>
      <w:r w:rsidR="0020444D">
        <w:t>statt</w:t>
      </w:r>
      <w:r w:rsidR="003C3EFE">
        <w:t xml:space="preserve"> (</w:t>
      </w:r>
      <w:r w:rsidR="00B04105">
        <w:t>Bild</w:t>
      </w:r>
      <w:r w:rsidR="003C3EFE">
        <w:t xml:space="preserve"> 2020).</w:t>
      </w:r>
    </w:p>
    <w:p w14:paraId="28704DF5" w14:textId="5A7AD84B" w:rsidR="003C3EFE" w:rsidRPr="00D54183" w:rsidRDefault="003C3EFE" w:rsidP="003C3EFE">
      <w:pPr>
        <w:pStyle w:val="PIAbspann"/>
      </w:pPr>
      <w:r w:rsidRPr="00D54183">
        <w:lastRenderedPageBreak/>
        <w:t xml:space="preserve">Haluk Menderes.jpg: </w:t>
      </w:r>
      <w:r w:rsidR="000458FA">
        <w:t>„</w:t>
      </w:r>
      <w:r w:rsidRPr="00D54183">
        <w:t xml:space="preserve">Nach dem Erfolg der letzten Jahre weiten wir die </w:t>
      </w:r>
      <w:proofErr w:type="spellStart"/>
      <w:r w:rsidRPr="00D54183">
        <w:t>Eplan</w:t>
      </w:r>
      <w:proofErr w:type="spellEnd"/>
      <w:r w:rsidRPr="00D54183">
        <w:t xml:space="preserve"> Virtual Fair jetzt auf zwei volle Tage in allen unterschiedlichen Zeitzonen aus“, freut sich Haluk Menderes, Geschäftsführer von </w:t>
      </w:r>
      <w:proofErr w:type="spellStart"/>
      <w:r w:rsidRPr="00D54183">
        <w:t>Eplan</w:t>
      </w:r>
      <w:proofErr w:type="spellEnd"/>
      <w:r w:rsidRPr="00D54183">
        <w:t xml:space="preserve"> Software &amp; Service.</w:t>
      </w:r>
    </w:p>
    <w:p w14:paraId="776B8379" w14:textId="153D9FB7" w:rsidR="003C3EFE" w:rsidRPr="00D54183" w:rsidRDefault="003C3EFE" w:rsidP="0020315E">
      <w:pPr>
        <w:pStyle w:val="PIAbspann"/>
      </w:pPr>
      <w:r>
        <w:t>Leadership</w:t>
      </w:r>
      <w:r w:rsidR="006B7B18">
        <w:t xml:space="preserve"> </w:t>
      </w:r>
      <w:bookmarkStart w:id="0" w:name="_GoBack"/>
      <w:bookmarkEnd w:id="0"/>
      <w:r>
        <w:t xml:space="preserve">Talk.jpg: </w:t>
      </w:r>
      <w:r w:rsidRPr="003C3EFE">
        <w:t xml:space="preserve">Leadership-Talks auf Managementebene </w:t>
      </w:r>
      <w:r>
        <w:t>werden in diesem Jahr ergänzt</w:t>
      </w:r>
      <w:r w:rsidRPr="003C3EFE">
        <w:t xml:space="preserve"> um Live-Talks </w:t>
      </w:r>
      <w:r>
        <w:t xml:space="preserve">im </w:t>
      </w:r>
      <w:r w:rsidRPr="003C3EFE">
        <w:t>Branchenmanageme</w:t>
      </w:r>
      <w:r>
        <w:t>nt</w:t>
      </w:r>
      <w:r w:rsidR="00B04105">
        <w:t xml:space="preserve"> (Bild 2020)</w:t>
      </w:r>
      <w:r>
        <w:t xml:space="preserve">. </w:t>
      </w:r>
    </w:p>
    <w:p w14:paraId="729FA021" w14:textId="77777777" w:rsidR="0020315E" w:rsidRPr="00D54183" w:rsidRDefault="0020315E" w:rsidP="0020315E">
      <w:pPr>
        <w:pStyle w:val="PIAbspann"/>
      </w:pPr>
      <w:r w:rsidRPr="00D54183">
        <w:t xml:space="preserve">Abdruck honorarfrei. Bitte geben Sie als Quelle </w:t>
      </w:r>
      <w:proofErr w:type="spellStart"/>
      <w:r w:rsidRPr="00D54183">
        <w:t>Eplan</w:t>
      </w:r>
      <w:proofErr w:type="spellEnd"/>
      <w:r w:rsidRPr="00D54183">
        <w:t xml:space="preserve"> Software &amp; Service GmbH &amp; Co. KG an. Wir freuen uns über einen Beleg.</w:t>
      </w:r>
    </w:p>
    <w:p w14:paraId="70CF16D5" w14:textId="77777777" w:rsidR="00D54183" w:rsidRDefault="00D54183" w:rsidP="00D54183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b/>
          <w:sz w:val="18"/>
          <w:szCs w:val="18"/>
        </w:rPr>
      </w:pPr>
    </w:p>
    <w:p w14:paraId="53ABEB87" w14:textId="77777777" w:rsidR="00D54183" w:rsidRPr="008F3340" w:rsidRDefault="00D54183" w:rsidP="00D54183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b/>
          <w:sz w:val="18"/>
          <w:szCs w:val="18"/>
        </w:rPr>
      </w:pPr>
      <w:r w:rsidRPr="008F3340">
        <w:rPr>
          <w:rFonts w:ascii="Arial" w:hAnsi="Arial" w:cs="Arial"/>
          <w:b/>
          <w:sz w:val="18"/>
          <w:szCs w:val="18"/>
        </w:rPr>
        <w:t>EPLAN</w:t>
      </w:r>
    </w:p>
    <w:p w14:paraId="05778784" w14:textId="77777777" w:rsidR="00D54183" w:rsidRPr="00540EEA" w:rsidRDefault="00D54183" w:rsidP="00D54183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b/>
          <w:sz w:val="22"/>
          <w:szCs w:val="22"/>
        </w:rPr>
      </w:pPr>
    </w:p>
    <w:p w14:paraId="559694E4" w14:textId="77777777" w:rsidR="00D54183" w:rsidRDefault="00D54183" w:rsidP="00D54183">
      <w:pPr>
        <w:spacing w:after="240" w:line="312" w:lineRule="auto"/>
        <w:ind w:right="3402"/>
        <w:rPr>
          <w:rFonts w:ascii="Arial" w:hAnsi="Arial" w:cs="Arial"/>
          <w:sz w:val="18"/>
        </w:rPr>
      </w:pPr>
      <w:r w:rsidRPr="00C0371C">
        <w:rPr>
          <w:rFonts w:ascii="Arial" w:hAnsi="Arial" w:cs="Arial"/>
          <w:sz w:val="18"/>
        </w:rPr>
        <w:t>EPLAN bietet Software und Service rund um das Engineering in den Bereichen Elektrotechnik, Automatisierung und Mechatronik. Das Unternehmen entwickelt eine der weltweit führenden Softwarelösungen für den Maschinen-, Anlagen- und Schaltschrankbau.</w:t>
      </w:r>
      <w:r>
        <w:rPr>
          <w:rFonts w:ascii="Arial" w:hAnsi="Arial" w:cs="Arial"/>
          <w:sz w:val="18"/>
        </w:rPr>
        <w:t xml:space="preserve"> </w:t>
      </w:r>
      <w:r w:rsidRPr="00C0371C">
        <w:rPr>
          <w:rFonts w:ascii="Arial" w:hAnsi="Arial" w:cs="Arial"/>
          <w:sz w:val="18"/>
        </w:rPr>
        <w:t xml:space="preserve">EPLAN ist </w:t>
      </w:r>
      <w:r>
        <w:rPr>
          <w:rFonts w:ascii="Arial" w:hAnsi="Arial" w:cs="Arial"/>
          <w:sz w:val="18"/>
        </w:rPr>
        <w:t>zudem der</w:t>
      </w:r>
      <w:r w:rsidRPr="00C0371C">
        <w:rPr>
          <w:rFonts w:ascii="Arial" w:hAnsi="Arial" w:cs="Arial"/>
          <w:sz w:val="18"/>
        </w:rPr>
        <w:t xml:space="preserve"> ideale Partner, um herausfordernde Engineering-Prozesse zu vereinfachen. </w:t>
      </w:r>
    </w:p>
    <w:p w14:paraId="0CDAC2AD" w14:textId="77777777" w:rsidR="00D54183" w:rsidRDefault="00D54183" w:rsidP="00D54183">
      <w:pPr>
        <w:spacing w:after="240" w:line="312" w:lineRule="auto"/>
        <w:ind w:right="3402"/>
        <w:rPr>
          <w:rFonts w:ascii="Arial" w:hAnsi="Arial" w:cs="Arial"/>
          <w:sz w:val="18"/>
        </w:rPr>
      </w:pPr>
      <w:r w:rsidRPr="00C0371C">
        <w:rPr>
          <w:rFonts w:ascii="Arial" w:hAnsi="Arial" w:cs="Arial"/>
          <w:sz w:val="18"/>
        </w:rPr>
        <w:t>Standardisierte und individuelle ERP- und PLM/PDM-Schnittstellen sichern durchgängige Daten entlang der gesamten Wertschöpfungskette.</w:t>
      </w:r>
      <w:r>
        <w:rPr>
          <w:rFonts w:ascii="Arial" w:hAnsi="Arial" w:cs="Arial"/>
          <w:sz w:val="18"/>
        </w:rPr>
        <w:t xml:space="preserve"> </w:t>
      </w:r>
      <w:r w:rsidRPr="00782929">
        <w:rPr>
          <w:rFonts w:ascii="Arial" w:hAnsi="Arial" w:cs="Arial"/>
          <w:sz w:val="18"/>
        </w:rPr>
        <w:t>Mit EPLAN zu arbe</w:t>
      </w:r>
      <w:r>
        <w:rPr>
          <w:rFonts w:ascii="Arial" w:hAnsi="Arial" w:cs="Arial"/>
          <w:sz w:val="18"/>
        </w:rPr>
        <w:t xml:space="preserve">iten bedeutet uneingeschränkte </w:t>
      </w:r>
      <w:r w:rsidRPr="00782929">
        <w:rPr>
          <w:rFonts w:ascii="Arial" w:hAnsi="Arial" w:cs="Arial"/>
          <w:sz w:val="18"/>
        </w:rPr>
        <w:t>Kommunikation über alle Engineering-</w:t>
      </w:r>
      <w:r>
        <w:rPr>
          <w:rFonts w:ascii="Arial" w:hAnsi="Arial" w:cs="Arial"/>
          <w:sz w:val="18"/>
        </w:rPr>
        <w:t>Disziplinen</w:t>
      </w:r>
      <w:r w:rsidRPr="00782929">
        <w:rPr>
          <w:rFonts w:ascii="Arial" w:hAnsi="Arial" w:cs="Arial"/>
          <w:sz w:val="18"/>
        </w:rPr>
        <w:t xml:space="preserve"> hinweg</w:t>
      </w:r>
      <w:r>
        <w:rPr>
          <w:rFonts w:ascii="Arial" w:hAnsi="Arial" w:cs="Arial"/>
          <w:sz w:val="18"/>
        </w:rPr>
        <w:t xml:space="preserve">. </w:t>
      </w:r>
      <w:r w:rsidRPr="00C0371C">
        <w:rPr>
          <w:rFonts w:ascii="Arial" w:hAnsi="Arial" w:cs="Arial"/>
          <w:sz w:val="18"/>
        </w:rPr>
        <w:t>Egal ob kleine oder große Unternehmen</w:t>
      </w:r>
      <w:r>
        <w:rPr>
          <w:rFonts w:ascii="Arial" w:hAnsi="Arial" w:cs="Arial"/>
          <w:sz w:val="18"/>
        </w:rPr>
        <w:t>: Kunden können so</w:t>
      </w:r>
      <w:r w:rsidRPr="00C0371C">
        <w:rPr>
          <w:rFonts w:ascii="Arial" w:hAnsi="Arial" w:cs="Arial"/>
          <w:sz w:val="18"/>
        </w:rPr>
        <w:t xml:space="preserve"> ihre Expertise effizienter einsetzen.</w:t>
      </w:r>
      <w:r>
        <w:rPr>
          <w:rFonts w:ascii="Arial" w:hAnsi="Arial" w:cs="Arial"/>
          <w:sz w:val="18"/>
        </w:rPr>
        <w:t xml:space="preserve"> </w:t>
      </w:r>
      <w:r w:rsidRPr="00C0371C">
        <w:rPr>
          <w:rFonts w:ascii="Arial" w:hAnsi="Arial" w:cs="Arial"/>
          <w:sz w:val="18"/>
        </w:rPr>
        <w:t xml:space="preserve">EPLAN will weiter mit Kunden und Partnern wachsen und treibt die Integration und Automatisierung </w:t>
      </w:r>
      <w:r>
        <w:rPr>
          <w:rFonts w:ascii="Arial" w:hAnsi="Arial" w:cs="Arial"/>
          <w:sz w:val="18"/>
        </w:rPr>
        <w:t xml:space="preserve">im Engineering </w:t>
      </w:r>
      <w:r w:rsidRPr="00C0371C">
        <w:rPr>
          <w:rFonts w:ascii="Arial" w:hAnsi="Arial" w:cs="Arial"/>
          <w:sz w:val="18"/>
        </w:rPr>
        <w:t xml:space="preserve">voran. Weltweit werden über </w:t>
      </w:r>
      <w:r>
        <w:rPr>
          <w:rFonts w:ascii="Arial" w:hAnsi="Arial" w:cs="Arial"/>
          <w:sz w:val="18"/>
        </w:rPr>
        <w:t>58</w:t>
      </w:r>
      <w:r w:rsidRPr="00C0371C">
        <w:rPr>
          <w:rFonts w:ascii="Arial" w:hAnsi="Arial" w:cs="Arial"/>
          <w:sz w:val="18"/>
        </w:rPr>
        <w:t>.000 Kunden unterstützt</w:t>
      </w:r>
      <w:r>
        <w:rPr>
          <w:rFonts w:ascii="Arial" w:hAnsi="Arial" w:cs="Arial"/>
          <w:sz w:val="18"/>
        </w:rPr>
        <w:t>. „</w:t>
      </w:r>
      <w:proofErr w:type="spellStart"/>
      <w:r w:rsidRPr="00C0371C">
        <w:rPr>
          <w:rFonts w:ascii="Arial" w:hAnsi="Arial" w:cs="Arial"/>
          <w:sz w:val="18"/>
        </w:rPr>
        <w:t>Efficient</w:t>
      </w:r>
      <w:proofErr w:type="spellEnd"/>
      <w:r w:rsidRPr="00C0371C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</w:t>
      </w:r>
      <w:r w:rsidRPr="00C0371C">
        <w:rPr>
          <w:rFonts w:ascii="Arial" w:hAnsi="Arial" w:cs="Arial"/>
          <w:sz w:val="18"/>
        </w:rPr>
        <w:t>ngineering“ ist die Devise</w:t>
      </w:r>
      <w:r>
        <w:rPr>
          <w:rFonts w:ascii="Arial" w:hAnsi="Arial" w:cs="Arial"/>
          <w:sz w:val="18"/>
        </w:rPr>
        <w:t>.</w:t>
      </w:r>
    </w:p>
    <w:p w14:paraId="3F6B2424" w14:textId="77777777" w:rsidR="00D54183" w:rsidRDefault="00D54183" w:rsidP="00D54183">
      <w:pPr>
        <w:pStyle w:val="PIAbspann"/>
      </w:pPr>
      <w:r>
        <w:t xml:space="preserve">EPLAN wurde 1984 gegründet und ist Teil der </w:t>
      </w:r>
      <w:r w:rsidRPr="00DA58BF">
        <w:t>Friedhelm Loh Group</w:t>
      </w:r>
      <w:r>
        <w:t xml:space="preserve">. </w:t>
      </w:r>
      <w:r w:rsidRPr="002A12BD">
        <w:t xml:space="preserve">Das Familienunternehmen ist mit </w:t>
      </w:r>
      <w:r>
        <w:t>12</w:t>
      </w:r>
      <w:r w:rsidRPr="002A12BD">
        <w:t xml:space="preserve"> Produktionsstätten und </w:t>
      </w:r>
      <w:r>
        <w:t>96</w:t>
      </w:r>
      <w:r w:rsidRPr="002A12BD">
        <w:t xml:space="preserve"> internationalen Tochtergesellschaften weltweit präsent. Die inhabergeführte Friedhelm Loh Group beschäftigt </w:t>
      </w:r>
      <w:r>
        <w:t>12.100</w:t>
      </w:r>
      <w:r w:rsidRPr="002A12BD">
        <w:t xml:space="preserve"> </w:t>
      </w:r>
      <w:r w:rsidRPr="0090671B">
        <w:t xml:space="preserve">Mitarbeiter und erzielte im Jahr </w:t>
      </w:r>
      <w:r>
        <w:t>2019</w:t>
      </w:r>
      <w:r w:rsidRPr="0090671B">
        <w:t xml:space="preserve"> einen Umsatz von rund 2,</w:t>
      </w:r>
      <w:r>
        <w:t>6</w:t>
      </w:r>
      <w:r w:rsidRPr="0090671B">
        <w:t xml:space="preserve"> Milliarden Euro. Zum </w:t>
      </w:r>
      <w:r>
        <w:t>zwölften</w:t>
      </w:r>
      <w:r w:rsidRPr="0090671B">
        <w:t xml:space="preserve"> Mal in Folge wurde die Unternehmensgruppe 20</w:t>
      </w:r>
      <w:r>
        <w:t>20</w:t>
      </w:r>
      <w:r w:rsidRPr="0090671B">
        <w:t xml:space="preserve"> als Top-Arbeitgeber Deutschland ausgezeichnet. In einer bundesweiten Studie stellten</w:t>
      </w:r>
      <w:r w:rsidRPr="002A12BD">
        <w:t xml:space="preserve"> die Zeitschrift Focus Money und die Stiftung Deutschland Test fest, dass </w:t>
      </w:r>
      <w:r>
        <w:t>die Friedhelm Loh Group 2020 bereits zum fünften Mal</w:t>
      </w:r>
      <w:r w:rsidRPr="002A12BD">
        <w:t xml:space="preserve"> zu den besten Ausbildungsbetrieben gehört.</w:t>
      </w:r>
    </w:p>
    <w:p w14:paraId="0C5642E3" w14:textId="77777777" w:rsidR="00D54183" w:rsidRDefault="00D54183" w:rsidP="00D54183">
      <w:pPr>
        <w:pStyle w:val="PIAbspann"/>
        <w:spacing w:after="0"/>
      </w:pPr>
      <w:r w:rsidRPr="00C6579D">
        <w:t>Weitere Informationen finden Sie unter</w:t>
      </w:r>
      <w:r>
        <w:t xml:space="preserve">: </w:t>
      </w:r>
    </w:p>
    <w:p w14:paraId="6450AEB7" w14:textId="77777777" w:rsidR="00D54183" w:rsidRDefault="00D54183" w:rsidP="00D54183">
      <w:pPr>
        <w:pStyle w:val="PIAbspann"/>
        <w:spacing w:after="0"/>
      </w:pPr>
      <w:r w:rsidRPr="00C6579D">
        <w:t>www.</w:t>
      </w:r>
      <w:r>
        <w:t>eplan</w:t>
      </w:r>
      <w:r w:rsidRPr="00C6579D">
        <w:t xml:space="preserve">.de und </w:t>
      </w:r>
      <w:r w:rsidRPr="00860FB6">
        <w:t>www.friedhelm-loh-group.com</w:t>
      </w:r>
    </w:p>
    <w:p w14:paraId="064BA1CA" w14:textId="77777777" w:rsidR="003D11CB" w:rsidRDefault="003D11CB" w:rsidP="009D29AD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sz w:val="18"/>
          <w:szCs w:val="18"/>
        </w:rPr>
      </w:pPr>
    </w:p>
    <w:sectPr w:rsidR="003D11CB" w:rsidSect="00F2407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134" w:left="1418" w:header="680" w:footer="79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F695E96" w16cid:durableId="23D9FE66"/>
  <w16cid:commentId w16cid:paraId="785E7023" w16cid:durableId="23D9FE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37810" w14:textId="77777777" w:rsidR="00685292" w:rsidRDefault="00685292">
      <w:r>
        <w:separator/>
      </w:r>
    </w:p>
  </w:endnote>
  <w:endnote w:type="continuationSeparator" w:id="0">
    <w:p w14:paraId="3D4E664C" w14:textId="77777777" w:rsidR="00685292" w:rsidRDefault="00685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477BE" w14:textId="38B38FE4" w:rsidR="006C62FE" w:rsidRPr="008C6F46" w:rsidRDefault="006C62FE" w:rsidP="008C6F46">
    <w:pPr>
      <w:pStyle w:val="Fuzeile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6B7B18">
      <w:rPr>
        <w:rStyle w:val="Seitenzahl"/>
        <w:rFonts w:ascii="Arial" w:hAnsi="Arial" w:cs="Arial"/>
        <w:noProof/>
        <w:sz w:val="22"/>
        <w:szCs w:val="22"/>
      </w:rPr>
      <w:t>3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66EF6" w14:textId="77777777" w:rsidR="006C62FE" w:rsidRDefault="006C62FE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8240" behindDoc="1" locked="0" layoutInCell="1" allowOverlap="1" wp14:anchorId="67C65F99" wp14:editId="404E52AA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16" name="Bild 8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619A1" w14:textId="77777777" w:rsidR="00685292" w:rsidRDefault="00685292">
      <w:r>
        <w:separator/>
      </w:r>
    </w:p>
  </w:footnote>
  <w:footnote w:type="continuationSeparator" w:id="0">
    <w:p w14:paraId="2CE8CAD7" w14:textId="77777777" w:rsidR="00685292" w:rsidRDefault="00685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A4630" w14:textId="77777777" w:rsidR="00B15A2A" w:rsidRDefault="00B15A2A" w:rsidP="00B15A2A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4F56B4D" wp14:editId="362256BE">
              <wp:simplePos x="0" y="0"/>
              <wp:positionH relativeFrom="column">
                <wp:posOffset>5143500</wp:posOffset>
              </wp:positionH>
              <wp:positionV relativeFrom="paragraph">
                <wp:posOffset>-85090</wp:posOffset>
              </wp:positionV>
              <wp:extent cx="1193165" cy="1370965"/>
              <wp:effectExtent l="0" t="3810" r="1905" b="0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1370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BB9EFE" w14:textId="77777777" w:rsidR="00B15A2A" w:rsidRPr="009E2947" w:rsidRDefault="00B15A2A" w:rsidP="00B15A2A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8CE5CEC" wp14:editId="5FCF9C14">
                                <wp:extent cx="1009015" cy="1276985"/>
                                <wp:effectExtent l="0" t="0" r="635" b="0"/>
                                <wp:docPr id="6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9015" cy="12769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64F56B4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405pt;margin-top:-6.7pt;width:93.95pt;height:107.9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" stroked="f">
              <v:textbox style="mso-fit-shape-to-text:t">
                <w:txbxContent>
                  <w:p w14:paraId="13BB9EFE" w14:textId="77777777" w:rsidR="00B15A2A" w:rsidRPr="009E2947" w:rsidRDefault="00B15A2A" w:rsidP="00B15A2A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8CE5CEC" wp14:editId="5FCF9C14">
                          <wp:extent cx="1009015" cy="1276985"/>
                          <wp:effectExtent l="0" t="0" r="635" b="0"/>
                          <wp:docPr id="6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09015" cy="1276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proofErr w:type="spellStart"/>
    <w:r>
      <w:rPr>
        <w:rFonts w:ascii="Arial" w:hAnsi="Arial" w:cs="Arial"/>
        <w:b/>
        <w:bCs/>
        <w:i/>
        <w:iCs/>
        <w:spacing w:val="40"/>
        <w:sz w:val="32"/>
        <w:lang w:val="en-GB"/>
      </w:rPr>
      <w:t>Presse</w:t>
    </w:r>
    <w:proofErr w:type="spellEnd"/>
    <w:r>
      <w:rPr>
        <w:rFonts w:ascii="Arial" w:hAnsi="Arial" w:cs="Arial"/>
        <w:b/>
        <w:bCs/>
        <w:i/>
        <w:iCs/>
        <w:spacing w:val="40"/>
        <w:sz w:val="32"/>
        <w:lang w:val="en-GB"/>
      </w:rPr>
      <w:t>-Information</w:t>
    </w:r>
  </w:p>
  <w:p w14:paraId="648360EC" w14:textId="77777777" w:rsidR="00B15A2A" w:rsidRDefault="00B15A2A" w:rsidP="00B15A2A">
    <w:pPr>
      <w:pStyle w:val="Kopfzeile"/>
    </w:pPr>
    <w:proofErr w:type="spellStart"/>
    <w:r>
      <w:rPr>
        <w:rFonts w:ascii="Arial" w:hAnsi="Arial" w:cs="Arial"/>
        <w:sz w:val="22"/>
        <w:lang w:val="en-GB"/>
      </w:rPr>
      <w:t>Eplan</w:t>
    </w:r>
    <w:proofErr w:type="spellEnd"/>
    <w:r>
      <w:rPr>
        <w:rFonts w:ascii="Arial" w:hAnsi="Arial" w:cs="Arial"/>
        <w:sz w:val="22"/>
        <w:lang w:val="en-GB"/>
      </w:rPr>
      <w:t xml:space="preserve"> Software &amp; Service</w:t>
    </w:r>
  </w:p>
  <w:p w14:paraId="1F2A347F" w14:textId="77777777" w:rsidR="006C62FE" w:rsidRDefault="00B15A2A" w:rsidP="00B15A2A">
    <w:pPr>
      <w:pStyle w:val="Kopfzeile"/>
      <w:tabs>
        <w:tab w:val="clear" w:pos="4536"/>
        <w:tab w:val="clear" w:pos="9072"/>
        <w:tab w:val="left" w:pos="7964"/>
      </w:tabs>
    </w:pPr>
    <w:r>
      <w:rPr>
        <w:rFonts w:ascii="Arial" w:hAnsi="Arial" w:cs="Arial"/>
        <w:sz w:val="22"/>
        <w:lang w:val="en-GB"/>
      </w:rPr>
      <w:tab/>
    </w:r>
  </w:p>
  <w:p w14:paraId="312CC228" w14:textId="77777777" w:rsidR="006C62FE" w:rsidRDefault="006C62F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E9DFC" w14:textId="77777777" w:rsidR="00B15A2A" w:rsidRPr="0083254E" w:rsidRDefault="00B15A2A" w:rsidP="00B15A2A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E6694D5" wp14:editId="2068991B">
              <wp:simplePos x="0" y="0"/>
              <wp:positionH relativeFrom="column">
                <wp:posOffset>5143500</wp:posOffset>
              </wp:positionH>
              <wp:positionV relativeFrom="paragraph">
                <wp:posOffset>-85090</wp:posOffset>
              </wp:positionV>
              <wp:extent cx="1193165" cy="1370965"/>
              <wp:effectExtent l="0" t="3810" r="1905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1370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0DD38D" w14:textId="77777777" w:rsidR="00B15A2A" w:rsidRPr="009E2947" w:rsidRDefault="00B15A2A" w:rsidP="00B15A2A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AA39D02" wp14:editId="31CB253A">
                                <wp:extent cx="1009015" cy="1276985"/>
                                <wp:effectExtent l="0" t="0" r="635" b="0"/>
                                <wp:docPr id="17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9015" cy="12769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5E6694D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05pt;margin-top:-6.7pt;width:93.95pt;height:107.9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" stroked="f">
              <v:textbox style="mso-fit-shape-to-text:t">
                <w:txbxContent>
                  <w:p w14:paraId="6D0DD38D" w14:textId="77777777" w:rsidR="00B15A2A" w:rsidRPr="009E2947" w:rsidRDefault="00B15A2A" w:rsidP="00B15A2A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AA39D02" wp14:editId="31CB253A">
                          <wp:extent cx="1009015" cy="1276985"/>
                          <wp:effectExtent l="0" t="0" r="635" b="0"/>
                          <wp:docPr id="17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09015" cy="1276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83254E">
      <w:rPr>
        <w:rFonts w:ascii="Arial" w:hAnsi="Arial" w:cs="Arial"/>
        <w:b/>
        <w:bCs/>
        <w:i/>
        <w:iCs/>
        <w:spacing w:val="40"/>
        <w:sz w:val="32"/>
      </w:rPr>
      <w:t>Presse-Information</w:t>
    </w:r>
  </w:p>
  <w:p w14:paraId="62BF8138" w14:textId="77777777" w:rsidR="00B15A2A" w:rsidRDefault="00B15A2A" w:rsidP="00B15A2A">
    <w:pPr>
      <w:pStyle w:val="Kopfzeile"/>
    </w:pPr>
    <w:proofErr w:type="spellStart"/>
    <w:r w:rsidRPr="0083254E">
      <w:rPr>
        <w:rFonts w:ascii="Arial" w:hAnsi="Arial" w:cs="Arial"/>
        <w:sz w:val="22"/>
      </w:rPr>
      <w:t>Eplan</w:t>
    </w:r>
    <w:proofErr w:type="spellEnd"/>
    <w:r w:rsidRPr="0083254E">
      <w:rPr>
        <w:rFonts w:ascii="Arial" w:hAnsi="Arial" w:cs="Arial"/>
        <w:sz w:val="22"/>
      </w:rPr>
      <w:t xml:space="preserve"> Software &amp; Service</w:t>
    </w:r>
  </w:p>
  <w:p w14:paraId="67CD35C8" w14:textId="77777777" w:rsidR="006C62FE" w:rsidRPr="00B15A2A" w:rsidRDefault="006C62FE" w:rsidP="00B15A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A002D"/>
    <w:multiLevelType w:val="hybridMultilevel"/>
    <w:tmpl w:val="B05AE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F480E"/>
    <w:multiLevelType w:val="multilevel"/>
    <w:tmpl w:val="28780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F22FD5"/>
    <w:multiLevelType w:val="multilevel"/>
    <w:tmpl w:val="97AA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0030F2"/>
    <w:multiLevelType w:val="hybridMultilevel"/>
    <w:tmpl w:val="C67649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C06F1"/>
    <w:multiLevelType w:val="hybridMultilevel"/>
    <w:tmpl w:val="EF52C6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70AA8"/>
    <w:multiLevelType w:val="multilevel"/>
    <w:tmpl w:val="FD1A9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17C76F2"/>
    <w:multiLevelType w:val="hybridMultilevel"/>
    <w:tmpl w:val="F90251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500FA1"/>
    <w:multiLevelType w:val="hybridMultilevel"/>
    <w:tmpl w:val="934C4BC2"/>
    <w:lvl w:ilvl="0" w:tplc="E8C6BB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7403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12BA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B621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324A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8E91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BAB4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2EA6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8034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C350C6"/>
    <w:multiLevelType w:val="hybridMultilevel"/>
    <w:tmpl w:val="F97EEB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0451E"/>
    <w:multiLevelType w:val="hybridMultilevel"/>
    <w:tmpl w:val="A774BC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A603BA"/>
    <w:multiLevelType w:val="hybridMultilevel"/>
    <w:tmpl w:val="3DF692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"/>
  </w:num>
  <w:num w:numId="5">
    <w:abstractNumId w:val="7"/>
  </w:num>
  <w:num w:numId="6">
    <w:abstractNumId w:val="9"/>
  </w:num>
  <w:num w:numId="7">
    <w:abstractNumId w:val="0"/>
  </w:num>
  <w:num w:numId="8">
    <w:abstractNumId w:val="3"/>
  </w:num>
  <w:num w:numId="9">
    <w:abstractNumId w:val="4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3"/>
  <w:hyphenationZone w:val="851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1EF"/>
    <w:rsid w:val="00001034"/>
    <w:rsid w:val="00003790"/>
    <w:rsid w:val="0000398E"/>
    <w:rsid w:val="000065BA"/>
    <w:rsid w:val="00007487"/>
    <w:rsid w:val="00014EEA"/>
    <w:rsid w:val="00023190"/>
    <w:rsid w:val="00023DD1"/>
    <w:rsid w:val="00026458"/>
    <w:rsid w:val="00034005"/>
    <w:rsid w:val="000345DD"/>
    <w:rsid w:val="00040441"/>
    <w:rsid w:val="000458FA"/>
    <w:rsid w:val="00056277"/>
    <w:rsid w:val="00070452"/>
    <w:rsid w:val="000717ED"/>
    <w:rsid w:val="00071E2C"/>
    <w:rsid w:val="00074175"/>
    <w:rsid w:val="00091A11"/>
    <w:rsid w:val="00094C54"/>
    <w:rsid w:val="00095683"/>
    <w:rsid w:val="000A0F68"/>
    <w:rsid w:val="000A7A41"/>
    <w:rsid w:val="000A7DBB"/>
    <w:rsid w:val="000B0267"/>
    <w:rsid w:val="000B1803"/>
    <w:rsid w:val="000B6774"/>
    <w:rsid w:val="000B736C"/>
    <w:rsid w:val="000C0E6C"/>
    <w:rsid w:val="000C4BB9"/>
    <w:rsid w:val="000C55F7"/>
    <w:rsid w:val="000C5B4A"/>
    <w:rsid w:val="000C745B"/>
    <w:rsid w:val="000E149B"/>
    <w:rsid w:val="000E2ED1"/>
    <w:rsid w:val="000E40DE"/>
    <w:rsid w:val="000E449F"/>
    <w:rsid w:val="000E7B68"/>
    <w:rsid w:val="000F1806"/>
    <w:rsid w:val="00100EC1"/>
    <w:rsid w:val="001021C4"/>
    <w:rsid w:val="00102DD1"/>
    <w:rsid w:val="00106143"/>
    <w:rsid w:val="0011187E"/>
    <w:rsid w:val="00116DEA"/>
    <w:rsid w:val="0012498A"/>
    <w:rsid w:val="0013400F"/>
    <w:rsid w:val="00140536"/>
    <w:rsid w:val="0014234B"/>
    <w:rsid w:val="00150689"/>
    <w:rsid w:val="00154186"/>
    <w:rsid w:val="001561EB"/>
    <w:rsid w:val="00157486"/>
    <w:rsid w:val="00161EE7"/>
    <w:rsid w:val="00162790"/>
    <w:rsid w:val="00165B0B"/>
    <w:rsid w:val="00166725"/>
    <w:rsid w:val="00176B5A"/>
    <w:rsid w:val="00180057"/>
    <w:rsid w:val="00180D92"/>
    <w:rsid w:val="00184346"/>
    <w:rsid w:val="0018520E"/>
    <w:rsid w:val="00196BAD"/>
    <w:rsid w:val="001A2749"/>
    <w:rsid w:val="001B0ACF"/>
    <w:rsid w:val="001B6282"/>
    <w:rsid w:val="001C408A"/>
    <w:rsid w:val="001D2DE0"/>
    <w:rsid w:val="001D47A3"/>
    <w:rsid w:val="001F036E"/>
    <w:rsid w:val="001F40E8"/>
    <w:rsid w:val="0020315E"/>
    <w:rsid w:val="0020444D"/>
    <w:rsid w:val="00207809"/>
    <w:rsid w:val="00220536"/>
    <w:rsid w:val="00220D64"/>
    <w:rsid w:val="0022425E"/>
    <w:rsid w:val="002268F8"/>
    <w:rsid w:val="002338B3"/>
    <w:rsid w:val="0024095D"/>
    <w:rsid w:val="00246D9B"/>
    <w:rsid w:val="00247086"/>
    <w:rsid w:val="00247370"/>
    <w:rsid w:val="00247F15"/>
    <w:rsid w:val="002522B5"/>
    <w:rsid w:val="00254E0A"/>
    <w:rsid w:val="0025543E"/>
    <w:rsid w:val="0025580D"/>
    <w:rsid w:val="00264F64"/>
    <w:rsid w:val="00265267"/>
    <w:rsid w:val="0027270A"/>
    <w:rsid w:val="002746E3"/>
    <w:rsid w:val="0027598A"/>
    <w:rsid w:val="00290362"/>
    <w:rsid w:val="00290B0B"/>
    <w:rsid w:val="00291997"/>
    <w:rsid w:val="0029786C"/>
    <w:rsid w:val="002A01B1"/>
    <w:rsid w:val="002A3A8D"/>
    <w:rsid w:val="002B337D"/>
    <w:rsid w:val="002C4118"/>
    <w:rsid w:val="002C47FA"/>
    <w:rsid w:val="002C51AB"/>
    <w:rsid w:val="002D1438"/>
    <w:rsid w:val="002D3978"/>
    <w:rsid w:val="002E1C53"/>
    <w:rsid w:val="002E39E4"/>
    <w:rsid w:val="002E5960"/>
    <w:rsid w:val="002E5DE2"/>
    <w:rsid w:val="002E75C2"/>
    <w:rsid w:val="0031423A"/>
    <w:rsid w:val="00322830"/>
    <w:rsid w:val="00323DD1"/>
    <w:rsid w:val="00324B5A"/>
    <w:rsid w:val="0032582B"/>
    <w:rsid w:val="00330FDF"/>
    <w:rsid w:val="003340C0"/>
    <w:rsid w:val="003353B9"/>
    <w:rsid w:val="003363B6"/>
    <w:rsid w:val="00344E12"/>
    <w:rsid w:val="0035170A"/>
    <w:rsid w:val="003553F1"/>
    <w:rsid w:val="00361213"/>
    <w:rsid w:val="00363574"/>
    <w:rsid w:val="00365CB8"/>
    <w:rsid w:val="00371B53"/>
    <w:rsid w:val="00372EA4"/>
    <w:rsid w:val="00374B1B"/>
    <w:rsid w:val="003757E5"/>
    <w:rsid w:val="00381F3A"/>
    <w:rsid w:val="00385D41"/>
    <w:rsid w:val="00387F23"/>
    <w:rsid w:val="003915CF"/>
    <w:rsid w:val="00392058"/>
    <w:rsid w:val="003946F6"/>
    <w:rsid w:val="003A00AE"/>
    <w:rsid w:val="003A09E3"/>
    <w:rsid w:val="003A59F1"/>
    <w:rsid w:val="003A65A7"/>
    <w:rsid w:val="003A65BB"/>
    <w:rsid w:val="003B29DC"/>
    <w:rsid w:val="003B3B23"/>
    <w:rsid w:val="003B5F25"/>
    <w:rsid w:val="003B7F8E"/>
    <w:rsid w:val="003C0E02"/>
    <w:rsid w:val="003C3EFE"/>
    <w:rsid w:val="003D11CB"/>
    <w:rsid w:val="003D3491"/>
    <w:rsid w:val="003F08BC"/>
    <w:rsid w:val="003F11CF"/>
    <w:rsid w:val="003F2C88"/>
    <w:rsid w:val="003F5D4F"/>
    <w:rsid w:val="003F5F61"/>
    <w:rsid w:val="004010A8"/>
    <w:rsid w:val="004021D3"/>
    <w:rsid w:val="004042CC"/>
    <w:rsid w:val="0040466C"/>
    <w:rsid w:val="00405BFA"/>
    <w:rsid w:val="00407866"/>
    <w:rsid w:val="00413706"/>
    <w:rsid w:val="004266D5"/>
    <w:rsid w:val="004330BD"/>
    <w:rsid w:val="004343C7"/>
    <w:rsid w:val="00444E8D"/>
    <w:rsid w:val="00452F84"/>
    <w:rsid w:val="00460FA4"/>
    <w:rsid w:val="0046663A"/>
    <w:rsid w:val="004753DC"/>
    <w:rsid w:val="00475641"/>
    <w:rsid w:val="00476829"/>
    <w:rsid w:val="00476C65"/>
    <w:rsid w:val="00485D00"/>
    <w:rsid w:val="00486129"/>
    <w:rsid w:val="004866FD"/>
    <w:rsid w:val="00491436"/>
    <w:rsid w:val="004922D4"/>
    <w:rsid w:val="00497499"/>
    <w:rsid w:val="004A344E"/>
    <w:rsid w:val="004B0C4E"/>
    <w:rsid w:val="004B1187"/>
    <w:rsid w:val="004B68E1"/>
    <w:rsid w:val="004C0A9C"/>
    <w:rsid w:val="004D0501"/>
    <w:rsid w:val="004D09D9"/>
    <w:rsid w:val="004E645D"/>
    <w:rsid w:val="004E6C3C"/>
    <w:rsid w:val="004F170E"/>
    <w:rsid w:val="004F58FC"/>
    <w:rsid w:val="005079B8"/>
    <w:rsid w:val="00510C80"/>
    <w:rsid w:val="00512E66"/>
    <w:rsid w:val="00517BB2"/>
    <w:rsid w:val="00523953"/>
    <w:rsid w:val="005242CB"/>
    <w:rsid w:val="00525D3F"/>
    <w:rsid w:val="00527605"/>
    <w:rsid w:val="0054343D"/>
    <w:rsid w:val="005440D7"/>
    <w:rsid w:val="005533E1"/>
    <w:rsid w:val="00557C0A"/>
    <w:rsid w:val="005603D3"/>
    <w:rsid w:val="00563049"/>
    <w:rsid w:val="00563513"/>
    <w:rsid w:val="00564C01"/>
    <w:rsid w:val="00571149"/>
    <w:rsid w:val="00571D51"/>
    <w:rsid w:val="00575162"/>
    <w:rsid w:val="00585786"/>
    <w:rsid w:val="0058737B"/>
    <w:rsid w:val="005902D7"/>
    <w:rsid w:val="005909E8"/>
    <w:rsid w:val="005A1E00"/>
    <w:rsid w:val="005A3F01"/>
    <w:rsid w:val="005A5084"/>
    <w:rsid w:val="005A6D5B"/>
    <w:rsid w:val="005B1792"/>
    <w:rsid w:val="005B3E4E"/>
    <w:rsid w:val="005B57EA"/>
    <w:rsid w:val="005B6DCA"/>
    <w:rsid w:val="005C0BFB"/>
    <w:rsid w:val="005C3EA9"/>
    <w:rsid w:val="005C5669"/>
    <w:rsid w:val="005C6076"/>
    <w:rsid w:val="005E19F4"/>
    <w:rsid w:val="005F1B51"/>
    <w:rsid w:val="005F5A3C"/>
    <w:rsid w:val="00605D60"/>
    <w:rsid w:val="0061781B"/>
    <w:rsid w:val="00624E51"/>
    <w:rsid w:val="00626A20"/>
    <w:rsid w:val="006276CF"/>
    <w:rsid w:val="00630763"/>
    <w:rsid w:val="006324B9"/>
    <w:rsid w:val="00632639"/>
    <w:rsid w:val="00637093"/>
    <w:rsid w:val="00640B69"/>
    <w:rsid w:val="00640F7B"/>
    <w:rsid w:val="00641199"/>
    <w:rsid w:val="00650E6B"/>
    <w:rsid w:val="00660E7B"/>
    <w:rsid w:val="00664C20"/>
    <w:rsid w:val="00670E11"/>
    <w:rsid w:val="006820AA"/>
    <w:rsid w:val="00683178"/>
    <w:rsid w:val="0068394E"/>
    <w:rsid w:val="00685292"/>
    <w:rsid w:val="006B7B18"/>
    <w:rsid w:val="006C0437"/>
    <w:rsid w:val="006C62FE"/>
    <w:rsid w:val="006C7143"/>
    <w:rsid w:val="006E4DC7"/>
    <w:rsid w:val="006F117B"/>
    <w:rsid w:val="006F2CBF"/>
    <w:rsid w:val="006F3201"/>
    <w:rsid w:val="006F4351"/>
    <w:rsid w:val="006F546A"/>
    <w:rsid w:val="007016CC"/>
    <w:rsid w:val="00705674"/>
    <w:rsid w:val="00712C40"/>
    <w:rsid w:val="00713B04"/>
    <w:rsid w:val="007174A4"/>
    <w:rsid w:val="007178AE"/>
    <w:rsid w:val="00720B04"/>
    <w:rsid w:val="007214B9"/>
    <w:rsid w:val="00722A3B"/>
    <w:rsid w:val="00733F1B"/>
    <w:rsid w:val="00736203"/>
    <w:rsid w:val="00736518"/>
    <w:rsid w:val="00740F08"/>
    <w:rsid w:val="007465BF"/>
    <w:rsid w:val="007474CF"/>
    <w:rsid w:val="007477D6"/>
    <w:rsid w:val="007506C6"/>
    <w:rsid w:val="00751965"/>
    <w:rsid w:val="007537BA"/>
    <w:rsid w:val="00753B81"/>
    <w:rsid w:val="00761A08"/>
    <w:rsid w:val="00761F7F"/>
    <w:rsid w:val="007627E1"/>
    <w:rsid w:val="0076509C"/>
    <w:rsid w:val="00766CD0"/>
    <w:rsid w:val="00771F09"/>
    <w:rsid w:val="007728F1"/>
    <w:rsid w:val="00777FAD"/>
    <w:rsid w:val="00780BC9"/>
    <w:rsid w:val="007830B8"/>
    <w:rsid w:val="00783891"/>
    <w:rsid w:val="00792910"/>
    <w:rsid w:val="007A5DC3"/>
    <w:rsid w:val="007A7212"/>
    <w:rsid w:val="007A74B7"/>
    <w:rsid w:val="007B6425"/>
    <w:rsid w:val="007B75C6"/>
    <w:rsid w:val="007C4A7F"/>
    <w:rsid w:val="007C7B70"/>
    <w:rsid w:val="007C7D81"/>
    <w:rsid w:val="007D2457"/>
    <w:rsid w:val="007E27D6"/>
    <w:rsid w:val="007F5531"/>
    <w:rsid w:val="00804CC9"/>
    <w:rsid w:val="00805FC6"/>
    <w:rsid w:val="00806DED"/>
    <w:rsid w:val="00806FF4"/>
    <w:rsid w:val="00814F7F"/>
    <w:rsid w:val="00821052"/>
    <w:rsid w:val="00823DFD"/>
    <w:rsid w:val="008241A5"/>
    <w:rsid w:val="0083155B"/>
    <w:rsid w:val="0083254E"/>
    <w:rsid w:val="008349CC"/>
    <w:rsid w:val="0084093B"/>
    <w:rsid w:val="00842286"/>
    <w:rsid w:val="0085494B"/>
    <w:rsid w:val="00861718"/>
    <w:rsid w:val="008641A9"/>
    <w:rsid w:val="00864F98"/>
    <w:rsid w:val="00866668"/>
    <w:rsid w:val="0086717A"/>
    <w:rsid w:val="00871843"/>
    <w:rsid w:val="0087220B"/>
    <w:rsid w:val="008750F4"/>
    <w:rsid w:val="00882F77"/>
    <w:rsid w:val="00886A44"/>
    <w:rsid w:val="00891510"/>
    <w:rsid w:val="00893B98"/>
    <w:rsid w:val="008A175B"/>
    <w:rsid w:val="008A30B7"/>
    <w:rsid w:val="008A4F53"/>
    <w:rsid w:val="008A7A9D"/>
    <w:rsid w:val="008B780D"/>
    <w:rsid w:val="008C57F1"/>
    <w:rsid w:val="008C6F46"/>
    <w:rsid w:val="008D12BB"/>
    <w:rsid w:val="008D5254"/>
    <w:rsid w:val="008E039A"/>
    <w:rsid w:val="008E3B9C"/>
    <w:rsid w:val="008E3DA2"/>
    <w:rsid w:val="008E597A"/>
    <w:rsid w:val="008E5E5D"/>
    <w:rsid w:val="008F1EC1"/>
    <w:rsid w:val="008F2F71"/>
    <w:rsid w:val="008F4E08"/>
    <w:rsid w:val="008F7113"/>
    <w:rsid w:val="009150B1"/>
    <w:rsid w:val="00915E7B"/>
    <w:rsid w:val="009218CD"/>
    <w:rsid w:val="00923432"/>
    <w:rsid w:val="00940BDB"/>
    <w:rsid w:val="009430CC"/>
    <w:rsid w:val="00943F56"/>
    <w:rsid w:val="00944F70"/>
    <w:rsid w:val="009468ED"/>
    <w:rsid w:val="00953CED"/>
    <w:rsid w:val="009571C5"/>
    <w:rsid w:val="009677BC"/>
    <w:rsid w:val="00971E08"/>
    <w:rsid w:val="00973DD2"/>
    <w:rsid w:val="00981E31"/>
    <w:rsid w:val="00982354"/>
    <w:rsid w:val="00983570"/>
    <w:rsid w:val="00991935"/>
    <w:rsid w:val="009929B4"/>
    <w:rsid w:val="009A5106"/>
    <w:rsid w:val="009A5321"/>
    <w:rsid w:val="009A6917"/>
    <w:rsid w:val="009C7690"/>
    <w:rsid w:val="009D29AD"/>
    <w:rsid w:val="009D58D0"/>
    <w:rsid w:val="009D6A47"/>
    <w:rsid w:val="009E2441"/>
    <w:rsid w:val="009E2947"/>
    <w:rsid w:val="009E4177"/>
    <w:rsid w:val="00A066B8"/>
    <w:rsid w:val="00A06CCF"/>
    <w:rsid w:val="00A1169D"/>
    <w:rsid w:val="00A148F9"/>
    <w:rsid w:val="00A2233C"/>
    <w:rsid w:val="00A22383"/>
    <w:rsid w:val="00A22537"/>
    <w:rsid w:val="00A24BE6"/>
    <w:rsid w:val="00A32CA7"/>
    <w:rsid w:val="00A41B71"/>
    <w:rsid w:val="00A46D1A"/>
    <w:rsid w:val="00A51A28"/>
    <w:rsid w:val="00A52FCC"/>
    <w:rsid w:val="00A667C6"/>
    <w:rsid w:val="00A66A14"/>
    <w:rsid w:val="00A777FB"/>
    <w:rsid w:val="00A81100"/>
    <w:rsid w:val="00A83103"/>
    <w:rsid w:val="00A83CEE"/>
    <w:rsid w:val="00A845F7"/>
    <w:rsid w:val="00A86D0A"/>
    <w:rsid w:val="00A91001"/>
    <w:rsid w:val="00A91E8E"/>
    <w:rsid w:val="00A94A29"/>
    <w:rsid w:val="00AA01FD"/>
    <w:rsid w:val="00AA4318"/>
    <w:rsid w:val="00AA69A1"/>
    <w:rsid w:val="00AA7DA8"/>
    <w:rsid w:val="00AA7E4F"/>
    <w:rsid w:val="00AB0A7B"/>
    <w:rsid w:val="00AB47B5"/>
    <w:rsid w:val="00AB5506"/>
    <w:rsid w:val="00AB7CE6"/>
    <w:rsid w:val="00AC04D6"/>
    <w:rsid w:val="00AC6FEE"/>
    <w:rsid w:val="00AD1B99"/>
    <w:rsid w:val="00AD7357"/>
    <w:rsid w:val="00AE3D4E"/>
    <w:rsid w:val="00AE449C"/>
    <w:rsid w:val="00AF155D"/>
    <w:rsid w:val="00AF2CCC"/>
    <w:rsid w:val="00AF39B8"/>
    <w:rsid w:val="00AF666C"/>
    <w:rsid w:val="00B001EF"/>
    <w:rsid w:val="00B00BE1"/>
    <w:rsid w:val="00B04105"/>
    <w:rsid w:val="00B04589"/>
    <w:rsid w:val="00B06248"/>
    <w:rsid w:val="00B06BE1"/>
    <w:rsid w:val="00B15264"/>
    <w:rsid w:val="00B15A2A"/>
    <w:rsid w:val="00B22639"/>
    <w:rsid w:val="00B30557"/>
    <w:rsid w:val="00B34EDD"/>
    <w:rsid w:val="00B37FA0"/>
    <w:rsid w:val="00B51EB6"/>
    <w:rsid w:val="00B56A1E"/>
    <w:rsid w:val="00B64CFE"/>
    <w:rsid w:val="00B672DF"/>
    <w:rsid w:val="00B67915"/>
    <w:rsid w:val="00B717C3"/>
    <w:rsid w:val="00B73C9A"/>
    <w:rsid w:val="00B82A84"/>
    <w:rsid w:val="00B921B3"/>
    <w:rsid w:val="00B925E2"/>
    <w:rsid w:val="00BA03EF"/>
    <w:rsid w:val="00BA040E"/>
    <w:rsid w:val="00BA57E9"/>
    <w:rsid w:val="00BB116F"/>
    <w:rsid w:val="00BC23BC"/>
    <w:rsid w:val="00BC25E8"/>
    <w:rsid w:val="00BD194C"/>
    <w:rsid w:val="00BD2B02"/>
    <w:rsid w:val="00BF238B"/>
    <w:rsid w:val="00BF2637"/>
    <w:rsid w:val="00BF3634"/>
    <w:rsid w:val="00C05E68"/>
    <w:rsid w:val="00C105C2"/>
    <w:rsid w:val="00C1358A"/>
    <w:rsid w:val="00C13F19"/>
    <w:rsid w:val="00C263F2"/>
    <w:rsid w:val="00C30AA9"/>
    <w:rsid w:val="00C30CA2"/>
    <w:rsid w:val="00C32A67"/>
    <w:rsid w:val="00C37519"/>
    <w:rsid w:val="00C4051D"/>
    <w:rsid w:val="00C407A0"/>
    <w:rsid w:val="00C40C98"/>
    <w:rsid w:val="00C4429E"/>
    <w:rsid w:val="00C51B31"/>
    <w:rsid w:val="00C538DE"/>
    <w:rsid w:val="00C548F3"/>
    <w:rsid w:val="00C63322"/>
    <w:rsid w:val="00C644A1"/>
    <w:rsid w:val="00C718D6"/>
    <w:rsid w:val="00C74748"/>
    <w:rsid w:val="00C86D09"/>
    <w:rsid w:val="00C9628E"/>
    <w:rsid w:val="00CA4D65"/>
    <w:rsid w:val="00CA70FA"/>
    <w:rsid w:val="00CB5526"/>
    <w:rsid w:val="00CB6B9B"/>
    <w:rsid w:val="00CB7403"/>
    <w:rsid w:val="00CC3DFC"/>
    <w:rsid w:val="00CC7656"/>
    <w:rsid w:val="00CD0931"/>
    <w:rsid w:val="00CD3B4E"/>
    <w:rsid w:val="00CD60B3"/>
    <w:rsid w:val="00CE273A"/>
    <w:rsid w:val="00CF0DCC"/>
    <w:rsid w:val="00CF17E3"/>
    <w:rsid w:val="00CF22FD"/>
    <w:rsid w:val="00CF274B"/>
    <w:rsid w:val="00CF4DCC"/>
    <w:rsid w:val="00D05BF4"/>
    <w:rsid w:val="00D11260"/>
    <w:rsid w:val="00D15A52"/>
    <w:rsid w:val="00D15E8B"/>
    <w:rsid w:val="00D213B9"/>
    <w:rsid w:val="00D24D7A"/>
    <w:rsid w:val="00D24E86"/>
    <w:rsid w:val="00D26775"/>
    <w:rsid w:val="00D32D2A"/>
    <w:rsid w:val="00D357E9"/>
    <w:rsid w:val="00D424B8"/>
    <w:rsid w:val="00D447B2"/>
    <w:rsid w:val="00D47D6D"/>
    <w:rsid w:val="00D54183"/>
    <w:rsid w:val="00D704B5"/>
    <w:rsid w:val="00D70539"/>
    <w:rsid w:val="00D714EC"/>
    <w:rsid w:val="00D75443"/>
    <w:rsid w:val="00D768B6"/>
    <w:rsid w:val="00D76B5F"/>
    <w:rsid w:val="00D81DD3"/>
    <w:rsid w:val="00D853D4"/>
    <w:rsid w:val="00D85CF1"/>
    <w:rsid w:val="00D87796"/>
    <w:rsid w:val="00D96F78"/>
    <w:rsid w:val="00DA7562"/>
    <w:rsid w:val="00DB371A"/>
    <w:rsid w:val="00DB7703"/>
    <w:rsid w:val="00DC052D"/>
    <w:rsid w:val="00DC4214"/>
    <w:rsid w:val="00DD65CF"/>
    <w:rsid w:val="00DD682B"/>
    <w:rsid w:val="00DE30AE"/>
    <w:rsid w:val="00DE46EF"/>
    <w:rsid w:val="00E0317E"/>
    <w:rsid w:val="00E065F6"/>
    <w:rsid w:val="00E06E56"/>
    <w:rsid w:val="00E07DEB"/>
    <w:rsid w:val="00E25389"/>
    <w:rsid w:val="00E343EC"/>
    <w:rsid w:val="00E357B0"/>
    <w:rsid w:val="00E41898"/>
    <w:rsid w:val="00E50A05"/>
    <w:rsid w:val="00E527C5"/>
    <w:rsid w:val="00E60746"/>
    <w:rsid w:val="00E704F7"/>
    <w:rsid w:val="00E733A5"/>
    <w:rsid w:val="00E76232"/>
    <w:rsid w:val="00E90B24"/>
    <w:rsid w:val="00E9203F"/>
    <w:rsid w:val="00E96362"/>
    <w:rsid w:val="00EA0F51"/>
    <w:rsid w:val="00EA6B26"/>
    <w:rsid w:val="00EB157A"/>
    <w:rsid w:val="00EB6722"/>
    <w:rsid w:val="00EC2A0A"/>
    <w:rsid w:val="00EC5F30"/>
    <w:rsid w:val="00EC6711"/>
    <w:rsid w:val="00EC71B7"/>
    <w:rsid w:val="00EC7202"/>
    <w:rsid w:val="00ED4804"/>
    <w:rsid w:val="00ED64C7"/>
    <w:rsid w:val="00EE518D"/>
    <w:rsid w:val="00EE6ECB"/>
    <w:rsid w:val="00EF1306"/>
    <w:rsid w:val="00EF7237"/>
    <w:rsid w:val="00F00512"/>
    <w:rsid w:val="00F15F62"/>
    <w:rsid w:val="00F16A9D"/>
    <w:rsid w:val="00F2407B"/>
    <w:rsid w:val="00F25A7C"/>
    <w:rsid w:val="00F25DA5"/>
    <w:rsid w:val="00F3068F"/>
    <w:rsid w:val="00F37FFE"/>
    <w:rsid w:val="00F6697F"/>
    <w:rsid w:val="00F76282"/>
    <w:rsid w:val="00F7774A"/>
    <w:rsid w:val="00F92F89"/>
    <w:rsid w:val="00F93F94"/>
    <w:rsid w:val="00F94985"/>
    <w:rsid w:val="00F951A9"/>
    <w:rsid w:val="00FA2258"/>
    <w:rsid w:val="00FA3531"/>
    <w:rsid w:val="00FA46B9"/>
    <w:rsid w:val="00FA49AA"/>
    <w:rsid w:val="00FA5BBD"/>
    <w:rsid w:val="00FA6AF1"/>
    <w:rsid w:val="00FB0623"/>
    <w:rsid w:val="00FB3D67"/>
    <w:rsid w:val="00FB68A4"/>
    <w:rsid w:val="00FD63F0"/>
    <w:rsid w:val="00FD7163"/>
    <w:rsid w:val="00FE1766"/>
    <w:rsid w:val="00FF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0B4DDCF"/>
  <w15:docId w15:val="{A6A5222D-A9DE-464A-9E31-015B9294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KopfzeileZchn">
    <w:name w:val="Kopfzeile Zchn"/>
    <w:link w:val="Kopfzeile"/>
    <w:uiPriority w:val="99"/>
    <w:rsid w:val="00B001EF"/>
    <w:rPr>
      <w:sz w:val="24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paragraph" w:customStyle="1" w:styleId="bodytext">
    <w:name w:val="bodytext"/>
    <w:basedOn w:val="Standard"/>
    <w:rsid w:val="00B001EF"/>
    <w:pPr>
      <w:spacing w:before="100" w:beforeAutospacing="1" w:after="100" w:afterAutospacing="1"/>
    </w:pPr>
    <w:rPr>
      <w:rFonts w:eastAsia="Calibri"/>
    </w:rPr>
  </w:style>
  <w:style w:type="character" w:styleId="Hervorhebung">
    <w:name w:val="Emphasis"/>
    <w:uiPriority w:val="20"/>
    <w:qFormat/>
    <w:rsid w:val="00A06CCF"/>
    <w:rPr>
      <w:i/>
      <w:iCs/>
      <w:color w:val="auto"/>
    </w:rPr>
  </w:style>
  <w:style w:type="paragraph" w:styleId="Sprechblasentext">
    <w:name w:val="Balloon Text"/>
    <w:basedOn w:val="Standard"/>
    <w:link w:val="SprechblasentextZchn"/>
    <w:rsid w:val="003612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121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D65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D65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D65C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D65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D65CF"/>
    <w:rPr>
      <w:b/>
      <w:bCs/>
    </w:rPr>
  </w:style>
  <w:style w:type="paragraph" w:styleId="StandardWeb">
    <w:name w:val="Normal (Web)"/>
    <w:basedOn w:val="Standard"/>
    <w:uiPriority w:val="99"/>
    <w:unhideWhenUsed/>
    <w:rsid w:val="00B56A1E"/>
    <w:pPr>
      <w:spacing w:before="100" w:beforeAutospacing="1" w:after="100" w:afterAutospacing="1"/>
    </w:pPr>
  </w:style>
  <w:style w:type="paragraph" w:styleId="HTMLVorformatiert">
    <w:name w:val="HTML Preformatted"/>
    <w:basedOn w:val="Standard"/>
    <w:link w:val="HTMLVorformatiertZchn"/>
    <w:uiPriority w:val="99"/>
    <w:unhideWhenUsed/>
    <w:rsid w:val="00624E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624E51"/>
    <w:rPr>
      <w:rFonts w:ascii="Courier New" w:hAnsi="Courier New" w:cs="Courier New"/>
    </w:rPr>
  </w:style>
  <w:style w:type="paragraph" w:styleId="NurText">
    <w:name w:val="Plain Text"/>
    <w:basedOn w:val="Standard"/>
    <w:link w:val="NurTextZchn"/>
    <w:uiPriority w:val="99"/>
    <w:semiHidden/>
    <w:unhideWhenUsed/>
    <w:rsid w:val="007474CF"/>
    <w:rPr>
      <w:rFonts w:ascii="Arial" w:eastAsiaTheme="minorHAnsi" w:hAnsi="Arial" w:cs="Consolas"/>
      <w:sz w:val="20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474CF"/>
    <w:rPr>
      <w:rFonts w:ascii="Arial" w:eastAsiaTheme="minorHAnsi" w:hAnsi="Arial" w:cs="Consolas"/>
      <w:szCs w:val="21"/>
      <w:lang w:eastAsia="en-US"/>
    </w:rPr>
  </w:style>
  <w:style w:type="paragraph" w:styleId="Listenabsatz">
    <w:name w:val="List Paragraph"/>
    <w:basedOn w:val="Standard"/>
    <w:uiPriority w:val="34"/>
    <w:qFormat/>
    <w:rsid w:val="00D853D4"/>
    <w:pPr>
      <w:ind w:left="720"/>
    </w:pPr>
    <w:rPr>
      <w:rFonts w:ascii="Calibri" w:eastAsiaTheme="minorHAnsi" w:hAnsi="Calibri"/>
      <w:sz w:val="22"/>
      <w:szCs w:val="22"/>
    </w:rPr>
  </w:style>
  <w:style w:type="paragraph" w:styleId="berarbeitung">
    <w:name w:val="Revision"/>
    <w:hidden/>
    <w:uiPriority w:val="99"/>
    <w:semiHidden/>
    <w:rsid w:val="002268F8"/>
    <w:rPr>
      <w:sz w:val="24"/>
      <w:szCs w:val="24"/>
    </w:rPr>
  </w:style>
  <w:style w:type="table" w:styleId="Tabellenraster">
    <w:name w:val="Table Grid"/>
    <w:basedOn w:val="NormaleTabelle"/>
    <w:uiPriority w:val="59"/>
    <w:rsid w:val="008E5E5D"/>
    <w:rPr>
      <w:rFonts w:ascii="Arial" w:eastAsiaTheme="minorHAnsi" w:hAnsi="Arial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h-tx">
    <w:name w:val="th-tx"/>
    <w:basedOn w:val="Absatz-Standardschriftart"/>
    <w:rsid w:val="00D15A52"/>
  </w:style>
  <w:style w:type="character" w:styleId="BesuchterLink">
    <w:name w:val="FollowedHyperlink"/>
    <w:basedOn w:val="Absatz-Standardschriftart"/>
    <w:semiHidden/>
    <w:unhideWhenUsed/>
    <w:rsid w:val="00A66A1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D32D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28901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6696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2700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2587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6145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3364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65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367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39445">
                  <w:marLeft w:val="0"/>
                  <w:marRight w:val="0"/>
                  <w:marTop w:val="27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7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plan.de/virtual-fair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plan.d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plan.d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irgit\Formulare\PI%20Eplan%20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Point Document" ma:contentTypeID="0x010100BA765BE76031A144B96FCA2D75991ABC0098BBDA3937224D419E0C5D3F3D289BB8" ma:contentTypeVersion="8" ma:contentTypeDescription="" ma:contentTypeScope="" ma:versionID="1117c203a34887657d79cfd0ac5bf03f">
  <xsd:schema xmlns:xsd="http://www.w3.org/2001/XMLSchema" xmlns:xs="http://www.w3.org/2001/XMLSchema" xmlns:p="http://schemas.microsoft.com/office/2006/metadata/properties" xmlns:ns2="http://schemas.microsoft.com/sharepoint.v3" xmlns:ns3="fcaa16aa-9828-44b5-a207-aac2c72098bb" targetNamespace="http://schemas.microsoft.com/office/2006/metadata/properties" ma:root="true" ma:fieldsID="5b8a49e92d966a30e791e653dcf66c3b" ns2:_="" ns3:_="">
    <xsd:import namespace="http://schemas.microsoft.com/sharepoint.v3"/>
    <xsd:import namespace="fcaa16aa-9828-44b5-a207-aac2c72098bb"/>
    <xsd:element name="properties">
      <xsd:complexType>
        <xsd:sequence>
          <xsd:element name="documentManagement">
            <xsd:complexType>
              <xsd:all>
                <xsd:element ref="ns2:CategoryDescription" minOccurs="0"/>
                <xsd:element ref="ns3:AllottedTo" minOccurs="0"/>
                <xsd:element ref="ns3:Public" minOccurs="0"/>
                <xsd:element ref="ns3:TaxCatchAllLabel" minOccurs="0"/>
                <xsd:element ref="ns3:m844baa282d042a691ea2cd34f11f746" minOccurs="0"/>
                <xsd:element ref="ns3:c084bc24c1e64f8c9b68fad9cc28389e" minOccurs="0"/>
                <xsd:element ref="ns3:TaxCatchAll" minOccurs="0"/>
                <xsd:element ref="ns3:aeb1ed4ed9bb4c80a5609567375cb887" minOccurs="0"/>
                <xsd:element ref="ns3:m8c4bb4451d64138a306757b008784a1" minOccurs="0"/>
                <xsd:element ref="ns3:na67a3e0403b448b84f2d4dc44e2fb3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2" nillable="true" ma:displayName="Description" ma:internalName="CategoryDescrip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a16aa-9828-44b5-a207-aac2c72098bb" elementFormDefault="qualified">
    <xsd:import namespace="http://schemas.microsoft.com/office/2006/documentManagement/types"/>
    <xsd:import namespace="http://schemas.microsoft.com/office/infopath/2007/PartnerControls"/>
    <xsd:element name="AllottedTo" ma:index="8" nillable="true" ma:displayName="Allotted To" ma:default="EPLAN" ma:internalName="AllottedT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PLAN"/>
                    <xsd:enumeration value="CIDEON"/>
                  </xsd:restriction>
                </xsd:simpleType>
              </xsd:element>
            </xsd:sequence>
          </xsd:extension>
        </xsd:complexContent>
      </xsd:complexType>
    </xsd:element>
    <xsd:element name="Public" ma:index="9" nillable="true" ma:displayName="Public" ma:default="0" ma:internalName="Public" ma:readOnly="false">
      <xsd:simpleType>
        <xsd:restriction base="dms:Boolean"/>
      </xsd:simpleType>
    </xsd:element>
    <xsd:element name="TaxCatchAllLabel" ma:index="10" nillable="true" ma:displayName="Taxonomy Catch All Column1" ma:hidden="true" ma:list="{610767a0-7815-46e5-9868-5f3582475a8a}" ma:internalName="TaxCatchAllLabel" ma:readOnly="true" ma:showField="CatchAllDataLabel" ma:web="fcaa16aa-9828-44b5-a207-aac2c72098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844baa282d042a691ea2cd34f11f746" ma:index="11" nillable="true" ma:displayName="Managed Industry_0" ma:hidden="true" ma:internalName="m844baa282d042a691ea2cd34f11f746" ma:readOnly="false">
      <xsd:simpleType>
        <xsd:restriction base="dms:Note"/>
      </xsd:simpleType>
    </xsd:element>
    <xsd:element name="c084bc24c1e64f8c9b68fad9cc28389e" ma:index="12" nillable="true" ma:displayName="Managed Products_0" ma:hidden="true" ma:internalName="c084bc24c1e64f8c9b68fad9cc28389e" ma:readOnly="false">
      <xsd:simpleType>
        <xsd:restriction base="dms:Note"/>
      </xsd:simpleType>
    </xsd:element>
    <xsd:element name="TaxCatchAll" ma:index="13" nillable="true" ma:displayName="Taxonomy Catch All Column" ma:hidden="true" ma:list="{610767a0-7815-46e5-9868-5f3582475a8a}" ma:internalName="TaxCatchAll" ma:readOnly="false" ma:showField="CatchAllData" ma:web="fcaa16aa-9828-44b5-a207-aac2c72098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eb1ed4ed9bb4c80a5609567375cb887" ma:index="14" nillable="true" ma:displayName="Managed Use_0" ma:hidden="true" ma:internalName="aeb1ed4ed9bb4c80a5609567375cb887" ma:readOnly="false">
      <xsd:simpleType>
        <xsd:restriction base="dms:Note"/>
      </xsd:simpleType>
    </xsd:element>
    <xsd:element name="m8c4bb4451d64138a306757b008784a1" ma:index="15" nillable="true" ma:displayName="Managed Category_0" ma:hidden="true" ma:internalName="m8c4bb4451d64138a306757b008784a1" ma:readOnly="false">
      <xsd:simpleType>
        <xsd:restriction base="dms:Note"/>
      </xsd:simpleType>
    </xsd:element>
    <xsd:element name="na67a3e0403b448b84f2d4dc44e2fb31" ma:index="16" nillable="true" ma:displayName="Related Language_0" ma:hidden="true" ma:internalName="na67a3e0403b448b84f2d4dc44e2fb31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Description xmlns="http://schemas.microsoft.com/sharepoint.v3" xsi:nil="true"/>
    <m844baa282d042a691ea2cd34f11f746 xmlns="fcaa16aa-9828-44b5-a207-aac2c72098bb" xsi:nil="true"/>
    <c084bc24c1e64f8c9b68fad9cc28389e xmlns="fcaa16aa-9828-44b5-a207-aac2c72098bb" xsi:nil="true"/>
    <m8c4bb4451d64138a306757b008784a1 xmlns="fcaa16aa-9828-44b5-a207-aac2c72098bb" xsi:nil="true"/>
    <na67a3e0403b448b84f2d4dc44e2fb31 xmlns="fcaa16aa-9828-44b5-a207-aac2c72098bb">de-DE|f18adfac-764c-4277-aa07-fe0b6c20ea16</na67a3e0403b448b84f2d4dc44e2fb31>
    <aeb1ed4ed9bb4c80a5609567375cb887 xmlns="fcaa16aa-9828-44b5-a207-aac2c72098bb">Press release|0f52d137-8c2b-436d-9240-3f3180b39a1e</aeb1ed4ed9bb4c80a5609567375cb887>
    <Public xmlns="fcaa16aa-9828-44b5-a207-aac2c72098bb">true</Public>
    <AllottedTo xmlns="fcaa16aa-9828-44b5-a207-aac2c72098bb">
      <Value>EPLAN</Value>
    </AllottedTo>
    <TaxCatchAll xmlns="fcaa16aa-9828-44b5-a207-aac2c72098bb">
      <Value>1</Value>
      <Value>42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F4465-7A4B-4BE4-B1E7-5361242D9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.v3"/>
    <ds:schemaRef ds:uri="fcaa16aa-9828-44b5-a207-aac2c7209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77F5BC-CECA-45AD-A5F1-467569392D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FE0932-5169-4EEE-B1AF-21F775D1D298}">
  <ds:schemaRefs>
    <ds:schemaRef ds:uri="fcaa16aa-9828-44b5-a207-aac2c72098b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.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408930F-63FD-45C7-AB99-EA51CFB0F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 Eplan Vorlage</Template>
  <TotalTime>0</TotalTime>
  <Pages>3</Pages>
  <Words>701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Pressemeldung Eplan Virtual Fair 2019</vt:lpstr>
    </vt:vector>
  </TitlesOfParts>
  <Company>Eplan</Company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Pressemeldung Eplan Virtual Fair 2019</dc:title>
  <dc:creator>hag</dc:creator>
  <cp:lastModifiedBy>Hagelschuer, Birgit</cp:lastModifiedBy>
  <cp:revision>10</cp:revision>
  <cp:lastPrinted>2017-11-10T14:17:00Z</cp:lastPrinted>
  <dcterms:created xsi:type="dcterms:W3CDTF">2021-02-19T10:59:00Z</dcterms:created>
  <dcterms:modified xsi:type="dcterms:W3CDTF">2021-02-22T09:00:00Z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0x010100BA765BE76031A144B96FCA2D75991ABC0098BBDA3937224D419E0C5D3F3D289BB8</vt:lpwstr>
  </property>
  <property fmtid="{D5CDD505-2E9C-101B-9397-08002B2CF9AE}" pid="3" name="Managed_x0020_Category">
    <vt:lpwstr/>
  </property>
  <property fmtid="{D5CDD505-2E9C-101B-9397-08002B2CF9AE}" pid="4" name="Release">
    <vt:lpwstr/>
  </property>
  <property fmtid="{D5CDD505-2E9C-101B-9397-08002B2CF9AE}" pid="5" name="Related_x0020_Language">
    <vt:lpwstr>115;#de-DE|f18adfac-764c-4277-aa07-fe0b6c20ea16</vt:lpwstr>
  </property>
  <property fmtid="{D5CDD505-2E9C-101B-9397-08002B2CF9AE}" pid="6" name="Managed_x0020_Industry">
    <vt:lpwstr>121;#Control Cabinet Engineering|8e905069-3c2e-47e8-98f2-a5a3ee56f36d;#26;#Electrical engineering|747cafda-821d-453a-9345-60891c2b10d3;#48;#Machine building|379e54b3-e350-4bee-8004-efc075df4fe3</vt:lpwstr>
  </property>
  <property fmtid="{D5CDD505-2E9C-101B-9397-08002B2CF9AE}" pid="7" name="Managed_x0020_Use">
    <vt:lpwstr>20;#Press release|0f52d137-8c2b-436d-9240-3f3180b39a1e</vt:lpwstr>
  </property>
  <property fmtid="{D5CDD505-2E9C-101B-9397-08002B2CF9AE}" pid="8" name="Managed_x0020_Products">
    <vt:lpwstr>79;#EPLAN Pro Panel|7cf1a3a8-8251-4348-9679-8483ad581c09</vt:lpwstr>
  </property>
  <property fmtid="{D5CDD505-2E9C-101B-9397-08002B2CF9AE}" pid="9" name="Managed Use">
    <vt:lpwstr>42;#Press release|0f52d137-8c2b-436d-9240-3f3180b39a1e</vt:lpwstr>
  </property>
  <property fmtid="{D5CDD505-2E9C-101B-9397-08002B2CF9AE}" pid="10" name="Managed Category">
    <vt:lpwstr/>
  </property>
  <property fmtid="{D5CDD505-2E9C-101B-9397-08002B2CF9AE}" pid="11" name="Managed Industry">
    <vt:lpwstr/>
  </property>
  <property fmtid="{D5CDD505-2E9C-101B-9397-08002B2CF9AE}" pid="12" name="Managed Products">
    <vt:lpwstr/>
  </property>
  <property fmtid="{D5CDD505-2E9C-101B-9397-08002B2CF9AE}" pid="13" name="Related Language">
    <vt:lpwstr>1;#de-DE|f18adfac-764c-4277-aa07-fe0b6c20ea16</vt:lpwstr>
  </property>
  <property fmtid="{D5CDD505-2E9C-101B-9397-08002B2CF9AE}" pid="14" name="TaxCatchAll">
    <vt:lpwstr>20;#Press release|0f52d137-8c2b-436d-9240-3f3180b39a1e;#115;#de-DE|f18adfac-764c-4277-aa07-fe0b6c20ea16</vt:lpwstr>
  </property>
  <property fmtid="{D5CDD505-2E9C-101B-9397-08002B2CF9AE}" pid="15" name="bcdc7148bbcf497a87e4a3c8d7a2911c">
    <vt:lpwstr/>
  </property>
  <property fmtid="{D5CDD505-2E9C-101B-9397-08002B2CF9AE}" pid="16" name="SharedWithUsers">
    <vt:lpwstr>169;#Haider, Andreas</vt:lpwstr>
  </property>
</Properties>
</file>